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FF27B" w14:textId="77777777" w:rsidR="005C7FA7" w:rsidRDefault="00E57F80" w:rsidP="00D54085">
      <w:pPr>
        <w:spacing w:after="60"/>
        <w:rPr>
          <w:rFonts w:ascii="Trebuchet MS" w:hAnsi="Trebuchet MS"/>
          <w:sz w:val="22"/>
          <w:szCs w:val="22"/>
        </w:rPr>
      </w:pPr>
      <w:r w:rsidRPr="00E57F80">
        <w:rPr>
          <w:rFonts w:ascii="Trebuchet MS" w:hAnsi="Trebuchet MS"/>
          <w:sz w:val="22"/>
          <w:szCs w:val="22"/>
        </w:rPr>
        <w:t>Praxis:</w:t>
      </w:r>
      <w:r w:rsidR="005C7FA7">
        <w:rPr>
          <w:rFonts w:ascii="Trebuchet MS" w:hAnsi="Trebuchet MS"/>
          <w:sz w:val="22"/>
          <w:szCs w:val="22"/>
        </w:rPr>
        <w:tab/>
      </w:r>
      <w:r w:rsidR="005C7FA7">
        <w:rPr>
          <w:rFonts w:ascii="Trebuchet MS" w:hAnsi="Trebuchet MS"/>
          <w:sz w:val="22"/>
          <w:szCs w:val="22"/>
        </w:rPr>
        <w:tab/>
      </w:r>
      <w:r w:rsidR="005C7FA7">
        <w:rPr>
          <w:rFonts w:ascii="Trebuchet MS" w:hAnsi="Trebuchet MS"/>
          <w:sz w:val="22"/>
          <w:szCs w:val="22"/>
        </w:rPr>
        <w:tab/>
      </w:r>
      <w:r w:rsidR="005C7FA7">
        <w:rPr>
          <w:rFonts w:ascii="Trebuchet MS" w:hAnsi="Trebuchet MS"/>
          <w:sz w:val="22"/>
          <w:szCs w:val="22"/>
        </w:rPr>
        <w:tab/>
      </w:r>
      <w:r w:rsidR="005C7FA7">
        <w:rPr>
          <w:rFonts w:ascii="Trebuchet MS" w:hAnsi="Trebuchet MS"/>
          <w:sz w:val="22"/>
          <w:szCs w:val="22"/>
        </w:rPr>
        <w:tab/>
      </w:r>
      <w:r w:rsidR="005C7FA7">
        <w:rPr>
          <w:rFonts w:ascii="Trebuchet MS" w:hAnsi="Trebuchet MS"/>
          <w:sz w:val="22"/>
          <w:szCs w:val="22"/>
        </w:rPr>
        <w:tab/>
      </w:r>
      <w:r w:rsidR="005C7FA7">
        <w:rPr>
          <w:rFonts w:ascii="Trebuchet MS" w:hAnsi="Trebuchet MS"/>
          <w:sz w:val="22"/>
          <w:szCs w:val="22"/>
        </w:rPr>
        <w:tab/>
      </w:r>
      <w:r w:rsidR="005C7FA7">
        <w:rPr>
          <w:rFonts w:ascii="Trebuchet MS" w:hAnsi="Trebuchet MS"/>
          <w:sz w:val="22"/>
          <w:szCs w:val="22"/>
        </w:rPr>
        <w:tab/>
      </w:r>
    </w:p>
    <w:p w14:paraId="594BF518" w14:textId="3820BD03" w:rsidR="005C7FA7" w:rsidRDefault="005C7FA7" w:rsidP="00D54085">
      <w:pPr>
        <w:spacing w:after="60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ab/>
      </w:r>
      <w:r>
        <w:rPr>
          <w:rFonts w:ascii="Trebuchet MS" w:hAnsi="Trebuchet MS"/>
          <w:sz w:val="22"/>
          <w:szCs w:val="22"/>
        </w:rPr>
        <w:tab/>
      </w:r>
      <w:r>
        <w:rPr>
          <w:rFonts w:ascii="Trebuchet MS" w:hAnsi="Trebuchet MS"/>
          <w:sz w:val="22"/>
          <w:szCs w:val="22"/>
        </w:rPr>
        <w:tab/>
      </w:r>
      <w:r>
        <w:rPr>
          <w:rFonts w:ascii="Trebuchet MS" w:hAnsi="Trebuchet MS"/>
          <w:sz w:val="22"/>
          <w:szCs w:val="22"/>
        </w:rPr>
        <w:tab/>
      </w:r>
      <w:r>
        <w:rPr>
          <w:rFonts w:ascii="Trebuchet MS" w:hAnsi="Trebuchet MS"/>
          <w:sz w:val="22"/>
          <w:szCs w:val="22"/>
        </w:rPr>
        <w:tab/>
      </w:r>
      <w:r>
        <w:rPr>
          <w:rFonts w:ascii="Trebuchet MS" w:hAnsi="Trebuchet MS"/>
          <w:sz w:val="22"/>
          <w:szCs w:val="22"/>
        </w:rPr>
        <w:tab/>
      </w:r>
      <w:r>
        <w:rPr>
          <w:rFonts w:ascii="Trebuchet MS" w:hAnsi="Trebuchet MS"/>
          <w:sz w:val="22"/>
          <w:szCs w:val="22"/>
        </w:rPr>
        <w:tab/>
      </w:r>
      <w:r>
        <w:rPr>
          <w:rFonts w:ascii="Trebuchet MS" w:hAnsi="Trebuchet MS"/>
          <w:sz w:val="22"/>
          <w:szCs w:val="22"/>
        </w:rPr>
        <w:tab/>
      </w:r>
      <w:r>
        <w:rPr>
          <w:rFonts w:ascii="Trebuchet MS" w:hAnsi="Trebuchet MS"/>
          <w:sz w:val="22"/>
          <w:szCs w:val="22"/>
        </w:rPr>
        <w:tab/>
      </w:r>
      <w:r>
        <w:rPr>
          <w:rFonts w:ascii="Trebuchet MS" w:hAnsi="Trebuchet MS"/>
          <w:sz w:val="22"/>
          <w:szCs w:val="22"/>
        </w:rPr>
        <w:tab/>
      </w:r>
      <w:r>
        <w:rPr>
          <w:rFonts w:ascii="Trebuchet MS" w:hAnsi="Trebuchet MS"/>
          <w:sz w:val="22"/>
          <w:szCs w:val="22"/>
        </w:rPr>
        <w:tab/>
      </w:r>
      <w:r>
        <w:rPr>
          <w:rFonts w:ascii="Trebuchet MS" w:hAnsi="Trebuchet MS"/>
          <w:sz w:val="22"/>
          <w:szCs w:val="22"/>
        </w:rPr>
        <w:tab/>
      </w:r>
      <w:r>
        <w:rPr>
          <w:rFonts w:ascii="Trebuchet MS" w:hAnsi="Trebuchet MS"/>
          <w:sz w:val="22"/>
          <w:szCs w:val="22"/>
        </w:rPr>
        <w:tab/>
      </w:r>
      <w:r>
        <w:rPr>
          <w:rFonts w:ascii="Trebuchet MS" w:hAnsi="Trebuchet MS"/>
          <w:sz w:val="22"/>
          <w:szCs w:val="22"/>
        </w:rPr>
        <w:tab/>
      </w:r>
      <w:r>
        <w:rPr>
          <w:rFonts w:ascii="Trebuchet MS" w:hAnsi="Trebuchet MS"/>
          <w:sz w:val="22"/>
          <w:szCs w:val="22"/>
        </w:rPr>
        <w:tab/>
      </w:r>
    </w:p>
    <w:p w14:paraId="27864287" w14:textId="1ECDD408" w:rsidR="00E57F80" w:rsidRPr="00E57F80" w:rsidRDefault="00E57F80" w:rsidP="00D54085">
      <w:pPr>
        <w:spacing w:after="60"/>
        <w:rPr>
          <w:rFonts w:ascii="Trebuchet MS" w:hAnsi="Trebuchet MS"/>
          <w:sz w:val="22"/>
          <w:szCs w:val="22"/>
        </w:rPr>
      </w:pPr>
      <w:r w:rsidRPr="00E57F80">
        <w:rPr>
          <w:rFonts w:ascii="Trebuchet MS" w:hAnsi="Trebuchet MS"/>
          <w:sz w:val="22"/>
          <w:szCs w:val="22"/>
        </w:rPr>
        <w:t xml:space="preserve">Datum der Bewertung: </w:t>
      </w:r>
    </w:p>
    <w:p w14:paraId="64B3073D" w14:textId="77777777" w:rsidR="00E57F80" w:rsidRPr="00E57F80" w:rsidRDefault="00E57F80" w:rsidP="00D54085">
      <w:pPr>
        <w:rPr>
          <w:rFonts w:ascii="Trebuchet MS" w:hAnsi="Trebuchet MS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9179"/>
      </w:tblGrid>
      <w:tr w:rsidR="00E57F80" w:rsidRPr="00E57F80" w14:paraId="2CF7E579" w14:textId="77777777" w:rsidTr="00D54085">
        <w:trPr>
          <w:trHeight w:val="397"/>
        </w:trPr>
        <w:tc>
          <w:tcPr>
            <w:tcW w:w="9179" w:type="dxa"/>
            <w:vAlign w:val="center"/>
          </w:tcPr>
          <w:p w14:paraId="432992F7" w14:textId="394F89DC" w:rsidR="00E57F80" w:rsidRPr="00E57F80" w:rsidRDefault="00E57F80" w:rsidP="00D54085">
            <w:pPr>
              <w:rPr>
                <w:rFonts w:ascii="Trebuchet MS" w:hAnsi="Trebuchet MS"/>
                <w:sz w:val="22"/>
              </w:rPr>
            </w:pPr>
            <w:r w:rsidRPr="00E57F80">
              <w:rPr>
                <w:rFonts w:ascii="Trebuchet MS" w:hAnsi="Trebuchet MS"/>
                <w:sz w:val="22"/>
                <w:szCs w:val="22"/>
              </w:rPr>
              <w:t>1. Neuerungen und Rückblick</w:t>
            </w:r>
            <w:r w:rsidR="00D54085">
              <w:rPr>
                <w:rFonts w:ascii="Trebuchet MS" w:hAnsi="Trebuchet MS"/>
                <w:sz w:val="22"/>
                <w:szCs w:val="22"/>
              </w:rPr>
              <w:t xml:space="preserve">: </w:t>
            </w:r>
            <w:r w:rsidR="004B2E7F">
              <w:rPr>
                <w:rFonts w:ascii="Trebuchet MS" w:hAnsi="Trebuchet MS"/>
                <w:sz w:val="22"/>
                <w:szCs w:val="22"/>
              </w:rPr>
              <w:t>Was hat sich im letzten Jahr getan?</w:t>
            </w:r>
            <w:r w:rsidR="005C7FA7"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="00D54085">
              <w:rPr>
                <w:rFonts w:ascii="Trebuchet MS" w:hAnsi="Trebuchet MS"/>
                <w:sz w:val="22"/>
                <w:szCs w:val="22"/>
              </w:rPr>
              <w:t>(</w:t>
            </w:r>
            <w:r w:rsidR="005C7FA7">
              <w:rPr>
                <w:rFonts w:ascii="Trebuchet MS" w:hAnsi="Trebuchet MS"/>
                <w:sz w:val="22"/>
                <w:szCs w:val="22"/>
              </w:rPr>
              <w:t xml:space="preserve">Inkl. </w:t>
            </w:r>
            <w:r w:rsidR="007F160F">
              <w:rPr>
                <w:rFonts w:ascii="Trebuchet MS" w:hAnsi="Trebuchet MS"/>
                <w:sz w:val="22"/>
                <w:szCs w:val="22"/>
              </w:rPr>
              <w:t>u</w:t>
            </w:r>
            <w:r w:rsidR="005C7FA7">
              <w:rPr>
                <w:rFonts w:ascii="Trebuchet MS" w:hAnsi="Trebuchet MS"/>
                <w:sz w:val="22"/>
                <w:szCs w:val="22"/>
              </w:rPr>
              <w:t>mgesetzte</w:t>
            </w:r>
            <w:r w:rsidR="007F160F">
              <w:rPr>
                <w:rFonts w:ascii="Trebuchet MS" w:hAnsi="Trebuchet MS"/>
                <w:sz w:val="22"/>
                <w:szCs w:val="22"/>
              </w:rPr>
              <w:br/>
            </w:r>
            <w:r w:rsidR="005C7FA7">
              <w:rPr>
                <w:rFonts w:ascii="Trebuchet MS" w:hAnsi="Trebuchet MS"/>
                <w:sz w:val="22"/>
                <w:szCs w:val="22"/>
              </w:rPr>
              <w:t>Verbesserungen</w:t>
            </w:r>
            <w:r w:rsidR="00D54085">
              <w:rPr>
                <w:rFonts w:ascii="Trebuchet MS" w:hAnsi="Trebuchet MS"/>
                <w:sz w:val="22"/>
                <w:szCs w:val="22"/>
              </w:rPr>
              <w:t>)</w:t>
            </w:r>
          </w:p>
        </w:tc>
      </w:tr>
      <w:tr w:rsidR="00E57F80" w:rsidRPr="00E57F80" w14:paraId="3AAA9392" w14:textId="77777777" w:rsidTr="00D54085">
        <w:trPr>
          <w:trHeight w:val="1247"/>
        </w:trPr>
        <w:tc>
          <w:tcPr>
            <w:tcW w:w="9179" w:type="dxa"/>
          </w:tcPr>
          <w:p w14:paraId="3D2B2155" w14:textId="77777777" w:rsidR="00E57F80" w:rsidRPr="00E57F80" w:rsidRDefault="00E57F80" w:rsidP="00D54085">
            <w:pPr>
              <w:rPr>
                <w:rFonts w:ascii="Trebuchet MS" w:hAnsi="Trebuchet MS"/>
                <w:sz w:val="22"/>
              </w:rPr>
            </w:pPr>
          </w:p>
        </w:tc>
      </w:tr>
      <w:tr w:rsidR="00E57F80" w:rsidRPr="00E57F80" w14:paraId="468C8C90" w14:textId="77777777" w:rsidTr="00D54085">
        <w:trPr>
          <w:trHeight w:val="397"/>
        </w:trPr>
        <w:tc>
          <w:tcPr>
            <w:tcW w:w="9179" w:type="dxa"/>
          </w:tcPr>
          <w:p w14:paraId="3CEC0BC6" w14:textId="77777777" w:rsidR="00E57F80" w:rsidRPr="00E57F80" w:rsidRDefault="00E57F80" w:rsidP="00D54085">
            <w:pPr>
              <w:spacing w:before="60"/>
              <w:rPr>
                <w:rFonts w:ascii="Trebuchet MS" w:hAnsi="Trebuchet MS"/>
                <w:sz w:val="22"/>
              </w:rPr>
            </w:pPr>
            <w:r w:rsidRPr="00E57F80">
              <w:rPr>
                <w:rFonts w:ascii="Trebuchet MS" w:hAnsi="Trebuchet MS"/>
                <w:sz w:val="22"/>
                <w:szCs w:val="22"/>
              </w:rPr>
              <w:t xml:space="preserve">2. </w:t>
            </w:r>
            <w:r w:rsidR="009B04F1">
              <w:rPr>
                <w:rFonts w:ascii="Trebuchet MS" w:hAnsi="Trebuchet MS"/>
                <w:sz w:val="22"/>
                <w:szCs w:val="22"/>
              </w:rPr>
              <w:t>Änderungen der Dienstleistung (Abläufe Anmeldung, Diagnostik, Therapie)</w:t>
            </w:r>
          </w:p>
        </w:tc>
      </w:tr>
      <w:tr w:rsidR="009B04F1" w:rsidRPr="00E57F80" w14:paraId="2CC4412E" w14:textId="77777777" w:rsidTr="00D54085">
        <w:trPr>
          <w:trHeight w:val="1375"/>
        </w:trPr>
        <w:tc>
          <w:tcPr>
            <w:tcW w:w="9179" w:type="dxa"/>
          </w:tcPr>
          <w:p w14:paraId="18F93DCB" w14:textId="77777777" w:rsidR="009B04F1" w:rsidRPr="00E57F80" w:rsidRDefault="009B04F1" w:rsidP="00D54085">
            <w:pPr>
              <w:spacing w:before="60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9B04F1" w:rsidRPr="00E57F80" w14:paraId="66EF74E7" w14:textId="77777777" w:rsidTr="00D54085">
        <w:trPr>
          <w:trHeight w:val="278"/>
        </w:trPr>
        <w:tc>
          <w:tcPr>
            <w:tcW w:w="9179" w:type="dxa"/>
          </w:tcPr>
          <w:p w14:paraId="0005508A" w14:textId="654F35EF" w:rsidR="009B04F1" w:rsidRPr="00E57F80" w:rsidRDefault="009B04F1" w:rsidP="00D54085">
            <w:pPr>
              <w:spacing w:before="60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3. Änderungen im gesetzlich/behördlichen Bereich (z.</w:t>
            </w:r>
            <w:r w:rsidR="00324EA5">
              <w:rPr>
                <w:rFonts w:ascii="Trebuchet MS" w:hAnsi="Trebuchet MS"/>
                <w:sz w:val="22"/>
                <w:szCs w:val="22"/>
              </w:rPr>
              <w:t xml:space="preserve"> </w:t>
            </w:r>
            <w:r>
              <w:rPr>
                <w:rFonts w:ascii="Trebuchet MS" w:hAnsi="Trebuchet MS"/>
                <w:sz w:val="22"/>
                <w:szCs w:val="22"/>
              </w:rPr>
              <w:t>B. S3-Leitlinien, evidenzbasierte</w:t>
            </w:r>
            <w:r w:rsidR="007F160F">
              <w:rPr>
                <w:rFonts w:ascii="Trebuchet MS" w:hAnsi="Trebuchet MS"/>
                <w:sz w:val="22"/>
                <w:szCs w:val="22"/>
              </w:rPr>
              <w:br/>
            </w:r>
            <w:r>
              <w:rPr>
                <w:rFonts w:ascii="Trebuchet MS" w:hAnsi="Trebuchet MS"/>
                <w:sz w:val="22"/>
                <w:szCs w:val="22"/>
              </w:rPr>
              <w:t>Medizin, MPBetreibV</w:t>
            </w:r>
            <w:r w:rsidR="007C08A0">
              <w:rPr>
                <w:rFonts w:ascii="Trebuchet MS" w:hAnsi="Trebuchet MS"/>
                <w:sz w:val="22"/>
                <w:szCs w:val="22"/>
              </w:rPr>
              <w:t xml:space="preserve"> etc.</w:t>
            </w:r>
            <w:r>
              <w:rPr>
                <w:rFonts w:ascii="Trebuchet MS" w:hAnsi="Trebuchet MS"/>
                <w:sz w:val="22"/>
                <w:szCs w:val="22"/>
              </w:rPr>
              <w:t>)</w:t>
            </w:r>
          </w:p>
        </w:tc>
      </w:tr>
      <w:tr w:rsidR="009B04F1" w:rsidRPr="00E57F80" w14:paraId="32332D69" w14:textId="77777777" w:rsidTr="00D54085">
        <w:trPr>
          <w:trHeight w:val="1234"/>
        </w:trPr>
        <w:tc>
          <w:tcPr>
            <w:tcW w:w="9179" w:type="dxa"/>
          </w:tcPr>
          <w:p w14:paraId="0B64B9A9" w14:textId="77777777" w:rsidR="009B04F1" w:rsidRPr="00E57F80" w:rsidRDefault="009B04F1" w:rsidP="00D54085">
            <w:pPr>
              <w:spacing w:before="60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E57F80" w:rsidRPr="00E57F80" w14:paraId="25F59D1B" w14:textId="77777777" w:rsidTr="00D54085">
        <w:trPr>
          <w:trHeight w:val="397"/>
        </w:trPr>
        <w:tc>
          <w:tcPr>
            <w:tcW w:w="9179" w:type="dxa"/>
          </w:tcPr>
          <w:p w14:paraId="323E9562" w14:textId="63F1AB49" w:rsidR="00E57F80" w:rsidRPr="00E57F80" w:rsidRDefault="005C7FA7" w:rsidP="00D54085">
            <w:pPr>
              <w:spacing w:before="60"/>
              <w:rPr>
                <w:rFonts w:ascii="Trebuchet MS" w:hAnsi="Trebuchet MS"/>
                <w:sz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4</w:t>
            </w:r>
            <w:r w:rsidR="009B04F1">
              <w:rPr>
                <w:rFonts w:ascii="Trebuchet MS" w:hAnsi="Trebuchet MS"/>
                <w:sz w:val="22"/>
                <w:szCs w:val="22"/>
              </w:rPr>
              <w:t>. Ab</w:t>
            </w:r>
            <w:r w:rsidR="00E57F80" w:rsidRPr="00E57F80">
              <w:rPr>
                <w:rFonts w:ascii="Trebuchet MS" w:hAnsi="Trebuchet MS"/>
                <w:sz w:val="22"/>
                <w:szCs w:val="22"/>
              </w:rPr>
              <w:t>arbeitung Auditbericht</w:t>
            </w:r>
          </w:p>
        </w:tc>
      </w:tr>
      <w:tr w:rsidR="00E57F80" w:rsidRPr="00E57F80" w14:paraId="34E62C0F" w14:textId="77777777" w:rsidTr="00D54085">
        <w:trPr>
          <w:trHeight w:val="1247"/>
        </w:trPr>
        <w:tc>
          <w:tcPr>
            <w:tcW w:w="9179" w:type="dxa"/>
          </w:tcPr>
          <w:p w14:paraId="5A98D9BE" w14:textId="77777777" w:rsidR="00E57F80" w:rsidRPr="00E57F80" w:rsidRDefault="00E57F80" w:rsidP="00D54085">
            <w:pPr>
              <w:rPr>
                <w:rFonts w:ascii="Trebuchet MS" w:hAnsi="Trebuchet MS"/>
                <w:sz w:val="22"/>
              </w:rPr>
            </w:pPr>
          </w:p>
        </w:tc>
      </w:tr>
      <w:tr w:rsidR="00E57F80" w:rsidRPr="00E57F80" w14:paraId="78422C44" w14:textId="77777777" w:rsidTr="00D54085">
        <w:trPr>
          <w:trHeight w:val="397"/>
        </w:trPr>
        <w:tc>
          <w:tcPr>
            <w:tcW w:w="9179" w:type="dxa"/>
          </w:tcPr>
          <w:p w14:paraId="7D3513B6" w14:textId="79C1B524" w:rsidR="00E57F80" w:rsidRPr="00E57F80" w:rsidRDefault="005C7FA7" w:rsidP="00D54085">
            <w:pPr>
              <w:spacing w:before="60"/>
              <w:rPr>
                <w:rFonts w:ascii="Trebuchet MS" w:hAnsi="Trebuchet MS"/>
                <w:sz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5</w:t>
            </w:r>
            <w:r w:rsidR="00E57F80" w:rsidRPr="00E57F80">
              <w:rPr>
                <w:rFonts w:ascii="Trebuchet MS" w:hAnsi="Trebuchet MS"/>
                <w:sz w:val="22"/>
                <w:szCs w:val="22"/>
              </w:rPr>
              <w:t xml:space="preserve">. </w:t>
            </w:r>
            <w:r w:rsidR="009B04F1">
              <w:rPr>
                <w:rFonts w:ascii="Trebuchet MS" w:hAnsi="Trebuchet MS"/>
                <w:sz w:val="22"/>
              </w:rPr>
              <w:t>Patienten</w:t>
            </w:r>
            <w:r w:rsidR="00E57F80" w:rsidRPr="00E57F80">
              <w:rPr>
                <w:rFonts w:ascii="Trebuchet MS" w:hAnsi="Trebuchet MS"/>
                <w:sz w:val="22"/>
              </w:rPr>
              <w:t xml:space="preserve">zufriedenheit und Rückmeldungen von </w:t>
            </w:r>
            <w:r w:rsidR="00D54085">
              <w:rPr>
                <w:rFonts w:ascii="Trebuchet MS" w:hAnsi="Trebuchet MS"/>
                <w:sz w:val="22"/>
              </w:rPr>
              <w:t>»</w:t>
            </w:r>
            <w:r w:rsidR="00E57F80" w:rsidRPr="00E57F80">
              <w:rPr>
                <w:rFonts w:ascii="Trebuchet MS" w:hAnsi="Trebuchet MS"/>
                <w:sz w:val="22"/>
              </w:rPr>
              <w:t>interessierten Parteien</w:t>
            </w:r>
            <w:r w:rsidR="00D54085">
              <w:rPr>
                <w:rFonts w:ascii="Trebuchet MS" w:hAnsi="Trebuchet MS"/>
                <w:sz w:val="22"/>
              </w:rPr>
              <w:t>«</w:t>
            </w:r>
          </w:p>
        </w:tc>
      </w:tr>
      <w:tr w:rsidR="00E57F80" w:rsidRPr="00E57F80" w14:paraId="7F96C1BB" w14:textId="77777777" w:rsidTr="00D54085">
        <w:trPr>
          <w:trHeight w:val="1247"/>
        </w:trPr>
        <w:tc>
          <w:tcPr>
            <w:tcW w:w="9179" w:type="dxa"/>
          </w:tcPr>
          <w:p w14:paraId="1DA93659" w14:textId="77777777" w:rsidR="00E57F80" w:rsidRPr="00E57F80" w:rsidRDefault="00E57F80" w:rsidP="00D54085">
            <w:pPr>
              <w:rPr>
                <w:rFonts w:ascii="Trebuchet MS" w:hAnsi="Trebuchet MS"/>
                <w:sz w:val="22"/>
              </w:rPr>
            </w:pPr>
          </w:p>
        </w:tc>
      </w:tr>
      <w:tr w:rsidR="00E57F80" w:rsidRPr="00E57F80" w14:paraId="069E3F93" w14:textId="77777777" w:rsidTr="00D54085">
        <w:trPr>
          <w:trHeight w:val="397"/>
        </w:trPr>
        <w:tc>
          <w:tcPr>
            <w:tcW w:w="9179" w:type="dxa"/>
          </w:tcPr>
          <w:p w14:paraId="55931520" w14:textId="7FEEEEEC" w:rsidR="00E57F80" w:rsidRPr="00E57F80" w:rsidRDefault="005C7FA7" w:rsidP="00D54085">
            <w:pPr>
              <w:spacing w:before="60"/>
              <w:rPr>
                <w:rFonts w:ascii="Trebuchet MS" w:hAnsi="Trebuchet MS"/>
                <w:sz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6</w:t>
            </w:r>
            <w:r w:rsidR="00E57F80" w:rsidRPr="00E57F80">
              <w:rPr>
                <w:rFonts w:ascii="Trebuchet MS" w:hAnsi="Trebuchet MS"/>
                <w:sz w:val="22"/>
                <w:szCs w:val="22"/>
              </w:rPr>
              <w:t>. Z</w:t>
            </w:r>
            <w:r w:rsidR="00324EA5">
              <w:rPr>
                <w:rFonts w:ascii="Trebuchet MS" w:hAnsi="Trebuchet MS"/>
                <w:sz w:val="22"/>
                <w:szCs w:val="22"/>
              </w:rPr>
              <w:t xml:space="preserve">iele </w:t>
            </w:r>
            <w:r>
              <w:rPr>
                <w:rFonts w:ascii="Trebuchet MS" w:hAnsi="Trebuchet MS"/>
                <w:sz w:val="22"/>
                <w:szCs w:val="22"/>
              </w:rPr>
              <w:t>Vorjahr (</w:t>
            </w:r>
            <w:r w:rsidR="00324EA5">
              <w:rPr>
                <w:rFonts w:ascii="Trebuchet MS" w:hAnsi="Trebuchet MS"/>
                <w:sz w:val="22"/>
                <w:szCs w:val="22"/>
              </w:rPr>
              <w:t>20</w:t>
            </w:r>
            <w:r w:rsidR="00894170">
              <w:rPr>
                <w:rFonts w:ascii="Trebuchet MS" w:hAnsi="Trebuchet MS"/>
                <w:sz w:val="22"/>
                <w:szCs w:val="22"/>
              </w:rPr>
              <w:t>20</w:t>
            </w:r>
            <w:r>
              <w:rPr>
                <w:rFonts w:ascii="Trebuchet MS" w:hAnsi="Trebuchet MS"/>
                <w:sz w:val="22"/>
                <w:szCs w:val="22"/>
              </w:rPr>
              <w:t>)</w:t>
            </w:r>
            <w:r w:rsidR="00324EA5">
              <w:rPr>
                <w:rFonts w:ascii="Trebuchet MS" w:hAnsi="Trebuchet MS"/>
                <w:sz w:val="22"/>
                <w:szCs w:val="22"/>
              </w:rPr>
              <w:t>: Was waren die Ziele</w:t>
            </w:r>
            <w:r w:rsidR="00F74F02">
              <w:rPr>
                <w:rFonts w:ascii="Trebuchet MS" w:hAnsi="Trebuchet MS"/>
                <w:sz w:val="22"/>
                <w:szCs w:val="22"/>
              </w:rPr>
              <w:t>? W</w:t>
            </w:r>
            <w:r w:rsidR="00E57F80" w:rsidRPr="00E57F80">
              <w:rPr>
                <w:rFonts w:ascii="Trebuchet MS" w:hAnsi="Trebuchet MS"/>
                <w:sz w:val="22"/>
                <w:szCs w:val="22"/>
              </w:rPr>
              <w:t>as konnte umgesetzt werden</w:t>
            </w:r>
            <w:r w:rsidR="004B401B">
              <w:rPr>
                <w:rFonts w:ascii="Trebuchet MS" w:hAnsi="Trebuchet MS"/>
                <w:sz w:val="22"/>
                <w:szCs w:val="22"/>
              </w:rPr>
              <w:t xml:space="preserve"> (Bewertung)</w:t>
            </w:r>
            <w:r w:rsidR="00E57F80" w:rsidRPr="00E57F80">
              <w:rPr>
                <w:rFonts w:ascii="Trebuchet MS" w:hAnsi="Trebuchet MS"/>
                <w:sz w:val="22"/>
                <w:szCs w:val="22"/>
              </w:rPr>
              <w:t>?</w:t>
            </w:r>
          </w:p>
        </w:tc>
      </w:tr>
      <w:tr w:rsidR="00E57F80" w:rsidRPr="00E57F80" w14:paraId="269AAD5E" w14:textId="77777777" w:rsidTr="00D54085">
        <w:trPr>
          <w:trHeight w:val="1247"/>
        </w:trPr>
        <w:tc>
          <w:tcPr>
            <w:tcW w:w="9179" w:type="dxa"/>
          </w:tcPr>
          <w:p w14:paraId="7FF9A0CC" w14:textId="77777777" w:rsidR="00E57F80" w:rsidRPr="00E57F80" w:rsidRDefault="00E57F80" w:rsidP="00D54085">
            <w:pPr>
              <w:rPr>
                <w:rFonts w:ascii="Trebuchet MS" w:hAnsi="Trebuchet MS"/>
                <w:sz w:val="22"/>
              </w:rPr>
            </w:pPr>
          </w:p>
        </w:tc>
      </w:tr>
      <w:tr w:rsidR="00E57F80" w:rsidRPr="00E57F80" w14:paraId="067B30C7" w14:textId="77777777" w:rsidTr="00D54085">
        <w:trPr>
          <w:trHeight w:val="397"/>
        </w:trPr>
        <w:tc>
          <w:tcPr>
            <w:tcW w:w="9179" w:type="dxa"/>
          </w:tcPr>
          <w:p w14:paraId="16F9C159" w14:textId="4061BBC3" w:rsidR="00E57F80" w:rsidRPr="00E57F80" w:rsidRDefault="005C7FA7" w:rsidP="00D54085">
            <w:pPr>
              <w:spacing w:before="60"/>
              <w:rPr>
                <w:rFonts w:ascii="Trebuchet MS" w:hAnsi="Trebuchet MS"/>
                <w:sz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lastRenderedPageBreak/>
              <w:t>7</w:t>
            </w:r>
            <w:r w:rsidR="00E57F80" w:rsidRPr="00E57F80">
              <w:rPr>
                <w:rFonts w:ascii="Trebuchet MS" w:hAnsi="Trebuchet MS"/>
                <w:sz w:val="22"/>
                <w:szCs w:val="22"/>
              </w:rPr>
              <w:t xml:space="preserve">. </w:t>
            </w:r>
            <w:r>
              <w:rPr>
                <w:rFonts w:ascii="Trebuchet MS" w:hAnsi="Trebuchet MS"/>
                <w:sz w:val="22"/>
                <w:szCs w:val="22"/>
              </w:rPr>
              <w:t>Ziele</w:t>
            </w:r>
            <w:r w:rsidR="00E57F80" w:rsidRPr="00E57F80">
              <w:rPr>
                <w:rFonts w:ascii="Trebuchet MS" w:hAnsi="Trebuchet MS"/>
                <w:sz w:val="22"/>
                <w:szCs w:val="22"/>
              </w:rPr>
              <w:t xml:space="preserve"> 20</w:t>
            </w:r>
            <w:r w:rsidR="00884CAB">
              <w:rPr>
                <w:rFonts w:ascii="Trebuchet MS" w:hAnsi="Trebuchet MS"/>
                <w:sz w:val="22"/>
                <w:szCs w:val="22"/>
              </w:rPr>
              <w:t>2</w:t>
            </w:r>
            <w:r w:rsidR="00894170">
              <w:rPr>
                <w:rFonts w:ascii="Trebuchet MS" w:hAnsi="Trebuchet MS"/>
                <w:sz w:val="22"/>
                <w:szCs w:val="22"/>
              </w:rPr>
              <w:t>1</w:t>
            </w:r>
          </w:p>
        </w:tc>
      </w:tr>
      <w:tr w:rsidR="004B2E7F" w:rsidRPr="00E57F80" w14:paraId="343CF9FC" w14:textId="77777777" w:rsidTr="00D54085">
        <w:trPr>
          <w:trHeight w:val="397"/>
        </w:trPr>
        <w:tc>
          <w:tcPr>
            <w:tcW w:w="9179" w:type="dxa"/>
          </w:tcPr>
          <w:p w14:paraId="7894FE03" w14:textId="77777777" w:rsidR="004B2E7F" w:rsidRDefault="004B2E7F" w:rsidP="00D54085">
            <w:pPr>
              <w:spacing w:before="60"/>
              <w:rPr>
                <w:rFonts w:ascii="Trebuchet MS" w:hAnsi="Trebuchet MS"/>
                <w:sz w:val="22"/>
                <w:szCs w:val="22"/>
              </w:rPr>
            </w:pPr>
          </w:p>
          <w:p w14:paraId="3C20C0ED" w14:textId="77777777" w:rsidR="005C7FA7" w:rsidRDefault="005C7FA7" w:rsidP="00D54085">
            <w:pPr>
              <w:spacing w:before="60"/>
              <w:rPr>
                <w:rFonts w:ascii="Trebuchet MS" w:hAnsi="Trebuchet MS"/>
                <w:sz w:val="22"/>
                <w:szCs w:val="22"/>
              </w:rPr>
            </w:pPr>
          </w:p>
          <w:p w14:paraId="1E5EC1C9" w14:textId="2FC1E2A6" w:rsidR="005C7FA7" w:rsidRDefault="005C7FA7" w:rsidP="00D54085">
            <w:pPr>
              <w:spacing w:before="60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5C7FA7" w:rsidRPr="00E57F80" w14:paraId="1EBB210F" w14:textId="77777777" w:rsidTr="00D54085">
        <w:trPr>
          <w:trHeight w:val="397"/>
        </w:trPr>
        <w:tc>
          <w:tcPr>
            <w:tcW w:w="9179" w:type="dxa"/>
          </w:tcPr>
          <w:p w14:paraId="71FD5537" w14:textId="1C2DA857" w:rsidR="005C7FA7" w:rsidRDefault="005C7FA7" w:rsidP="00D54085">
            <w:pPr>
              <w:spacing w:before="60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8. Mitarbeiter</w:t>
            </w:r>
            <w:r w:rsidR="00D54085">
              <w:rPr>
                <w:rFonts w:ascii="Trebuchet MS" w:hAnsi="Trebuchet MS"/>
                <w:sz w:val="22"/>
                <w:szCs w:val="22"/>
              </w:rPr>
              <w:t xml:space="preserve">: </w:t>
            </w:r>
            <w:r>
              <w:rPr>
                <w:rFonts w:ascii="Trebuchet MS" w:hAnsi="Trebuchet MS"/>
                <w:sz w:val="22"/>
                <w:szCs w:val="22"/>
              </w:rPr>
              <w:t>Durchführung der Pflicht-Unterweisungen, Fort- und Weiterbildung,</w:t>
            </w:r>
            <w:r w:rsidR="007F160F"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="007F160F">
              <w:rPr>
                <w:rFonts w:ascii="Trebuchet MS" w:hAnsi="Trebuchet MS"/>
                <w:sz w:val="22"/>
                <w:szCs w:val="22"/>
              </w:rPr>
              <w:br/>
            </w:r>
            <w:r>
              <w:rPr>
                <w:rFonts w:ascii="Trebuchet MS" w:hAnsi="Trebuchet MS"/>
                <w:sz w:val="22"/>
                <w:szCs w:val="22"/>
              </w:rPr>
              <w:t>Fluktuation</w:t>
            </w:r>
            <w:r w:rsidR="00D54085">
              <w:rPr>
                <w:rFonts w:ascii="Trebuchet MS" w:hAnsi="Trebuchet MS"/>
                <w:sz w:val="22"/>
                <w:szCs w:val="22"/>
              </w:rPr>
              <w:t xml:space="preserve"> etc.</w:t>
            </w:r>
          </w:p>
        </w:tc>
      </w:tr>
      <w:tr w:rsidR="00E57F80" w:rsidRPr="00E57F80" w14:paraId="2232DBDD" w14:textId="77777777" w:rsidTr="00D54085">
        <w:trPr>
          <w:trHeight w:val="1247"/>
        </w:trPr>
        <w:tc>
          <w:tcPr>
            <w:tcW w:w="9179" w:type="dxa"/>
          </w:tcPr>
          <w:p w14:paraId="3F0AF3AC" w14:textId="77777777" w:rsidR="00E57F80" w:rsidRPr="00E57F80" w:rsidRDefault="00E57F80" w:rsidP="00D54085">
            <w:pPr>
              <w:rPr>
                <w:rFonts w:ascii="Trebuchet MS" w:hAnsi="Trebuchet MS"/>
                <w:sz w:val="22"/>
              </w:rPr>
            </w:pPr>
          </w:p>
        </w:tc>
      </w:tr>
      <w:tr w:rsidR="00E57F80" w:rsidRPr="00E57F80" w14:paraId="126C2AC6" w14:textId="77777777" w:rsidTr="00D54085">
        <w:trPr>
          <w:trHeight w:val="567"/>
        </w:trPr>
        <w:tc>
          <w:tcPr>
            <w:tcW w:w="9179" w:type="dxa"/>
          </w:tcPr>
          <w:p w14:paraId="1429609D" w14:textId="6A2BCE21" w:rsidR="00E57F80" w:rsidRPr="00E57F80" w:rsidRDefault="005C7FA7" w:rsidP="00D54085">
            <w:pPr>
              <w:rPr>
                <w:rFonts w:ascii="Trebuchet MS" w:hAnsi="Trebuchet MS"/>
                <w:sz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9</w:t>
            </w:r>
            <w:r w:rsidR="00E57F80" w:rsidRPr="00E57F80">
              <w:rPr>
                <w:rFonts w:ascii="Trebuchet MS" w:hAnsi="Trebuchet MS"/>
                <w:sz w:val="22"/>
                <w:szCs w:val="22"/>
              </w:rPr>
              <w:t>. Leistung externer Anbieter</w:t>
            </w:r>
            <w:r w:rsidR="00D54085">
              <w:rPr>
                <w:rFonts w:ascii="Trebuchet MS" w:hAnsi="Trebuchet MS"/>
                <w:sz w:val="22"/>
                <w:szCs w:val="22"/>
              </w:rPr>
              <w:t xml:space="preserve">: </w:t>
            </w:r>
            <w:r w:rsidR="00F74F02">
              <w:rPr>
                <w:rFonts w:ascii="Trebuchet MS" w:hAnsi="Trebuchet MS"/>
                <w:sz w:val="22"/>
                <w:szCs w:val="22"/>
              </w:rPr>
              <w:t>W</w:t>
            </w:r>
            <w:r w:rsidR="00E57F80" w:rsidRPr="00E57F80">
              <w:rPr>
                <w:rFonts w:ascii="Trebuchet MS" w:hAnsi="Trebuchet MS"/>
                <w:sz w:val="22"/>
                <w:szCs w:val="22"/>
              </w:rPr>
              <w:t>as lief gut, was nicht? Gab es einen Wechsel?</w:t>
            </w:r>
            <w:r w:rsidR="00D54085" w:rsidRPr="00E57F80">
              <w:rPr>
                <w:rFonts w:ascii="Trebuchet MS" w:hAnsi="Trebuchet MS"/>
                <w:sz w:val="22"/>
                <w:szCs w:val="22"/>
              </w:rPr>
              <w:t xml:space="preserve"> (</w:t>
            </w:r>
            <w:r w:rsidR="00D54085">
              <w:rPr>
                <w:rFonts w:ascii="Trebuchet MS" w:hAnsi="Trebuchet MS"/>
                <w:sz w:val="22"/>
                <w:szCs w:val="22"/>
              </w:rPr>
              <w:t>Z</w:t>
            </w:r>
            <w:r w:rsidR="00D54085" w:rsidRPr="00E57F80">
              <w:rPr>
                <w:rFonts w:ascii="Trebuchet MS" w:hAnsi="Trebuchet MS"/>
                <w:sz w:val="22"/>
                <w:szCs w:val="22"/>
              </w:rPr>
              <w:t>. B. L</w:t>
            </w:r>
            <w:r w:rsidR="00D54085">
              <w:rPr>
                <w:rFonts w:ascii="Trebuchet MS" w:hAnsi="Trebuchet MS"/>
                <w:sz w:val="22"/>
                <w:szCs w:val="22"/>
              </w:rPr>
              <w:t>ieferanten, Dienstleister etc.</w:t>
            </w:r>
            <w:r w:rsidR="00E57F80" w:rsidRPr="00E57F80">
              <w:rPr>
                <w:rFonts w:ascii="Trebuchet MS" w:hAnsi="Trebuchet MS"/>
                <w:sz w:val="22"/>
                <w:szCs w:val="22"/>
              </w:rPr>
              <w:t>)</w:t>
            </w:r>
          </w:p>
        </w:tc>
      </w:tr>
      <w:tr w:rsidR="00E57F80" w:rsidRPr="00E57F80" w14:paraId="6CB4D700" w14:textId="77777777" w:rsidTr="00D54085">
        <w:trPr>
          <w:trHeight w:val="1247"/>
        </w:trPr>
        <w:tc>
          <w:tcPr>
            <w:tcW w:w="9179" w:type="dxa"/>
          </w:tcPr>
          <w:p w14:paraId="5AB1A932" w14:textId="77777777" w:rsidR="00E57F80" w:rsidRPr="00E57F80" w:rsidRDefault="00E57F80" w:rsidP="00D54085">
            <w:pPr>
              <w:rPr>
                <w:rFonts w:ascii="Trebuchet MS" w:hAnsi="Trebuchet MS"/>
                <w:sz w:val="22"/>
              </w:rPr>
            </w:pPr>
          </w:p>
        </w:tc>
      </w:tr>
      <w:tr w:rsidR="00E57F80" w:rsidRPr="00E57F80" w14:paraId="217737CC" w14:textId="77777777" w:rsidTr="00D54085">
        <w:trPr>
          <w:trHeight w:val="567"/>
        </w:trPr>
        <w:tc>
          <w:tcPr>
            <w:tcW w:w="9179" w:type="dxa"/>
          </w:tcPr>
          <w:p w14:paraId="70A91428" w14:textId="5DE03225" w:rsidR="00E57F80" w:rsidRPr="00E57F80" w:rsidRDefault="009B04F1" w:rsidP="00D54085">
            <w:pPr>
              <w:rPr>
                <w:rFonts w:ascii="Trebuchet MS" w:hAnsi="Trebuchet MS"/>
                <w:sz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1</w:t>
            </w:r>
            <w:r w:rsidR="005C7FA7">
              <w:rPr>
                <w:rFonts w:ascii="Trebuchet MS" w:hAnsi="Trebuchet MS"/>
                <w:sz w:val="22"/>
                <w:szCs w:val="22"/>
              </w:rPr>
              <w:t>0</w:t>
            </w:r>
            <w:r w:rsidR="00E57F80" w:rsidRPr="00E57F80">
              <w:rPr>
                <w:rFonts w:ascii="Trebuchet MS" w:hAnsi="Trebuchet MS"/>
                <w:sz w:val="22"/>
                <w:szCs w:val="22"/>
              </w:rPr>
              <w:t>. Fehler un</w:t>
            </w:r>
            <w:r w:rsidR="003424E9">
              <w:rPr>
                <w:rFonts w:ascii="Trebuchet MS" w:hAnsi="Trebuchet MS"/>
                <w:sz w:val="22"/>
                <w:szCs w:val="22"/>
              </w:rPr>
              <w:t>d Maßnahmen</w:t>
            </w:r>
            <w:r w:rsidR="00D54085">
              <w:rPr>
                <w:rFonts w:ascii="Trebuchet MS" w:hAnsi="Trebuchet MS"/>
                <w:sz w:val="22"/>
                <w:szCs w:val="22"/>
              </w:rPr>
              <w:t>:</w:t>
            </w:r>
            <w:r w:rsidR="003424E9"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="00F74F02">
              <w:rPr>
                <w:rFonts w:ascii="Trebuchet MS" w:hAnsi="Trebuchet MS"/>
                <w:sz w:val="22"/>
                <w:szCs w:val="22"/>
              </w:rPr>
              <w:t>W</w:t>
            </w:r>
            <w:r w:rsidR="00E57F80" w:rsidRPr="00E57F80">
              <w:rPr>
                <w:rFonts w:ascii="Trebuchet MS" w:hAnsi="Trebuchet MS"/>
                <w:sz w:val="22"/>
                <w:szCs w:val="22"/>
              </w:rPr>
              <w:t>ie lief das Fehler- und Beschwerdemanagement?</w:t>
            </w:r>
            <w:r w:rsidR="00D54085">
              <w:rPr>
                <w:rFonts w:ascii="Trebuchet MS" w:hAnsi="Trebuchet MS"/>
                <w:sz w:val="22"/>
                <w:szCs w:val="22"/>
              </w:rPr>
              <w:t xml:space="preserve"> (Kurze</w:t>
            </w:r>
            <w:r w:rsidR="007F160F">
              <w:rPr>
                <w:rFonts w:ascii="Trebuchet MS" w:hAnsi="Trebuchet MS"/>
                <w:sz w:val="22"/>
                <w:szCs w:val="22"/>
              </w:rPr>
              <w:br/>
            </w:r>
            <w:r w:rsidR="00D54085">
              <w:rPr>
                <w:rFonts w:ascii="Trebuchet MS" w:hAnsi="Trebuchet MS"/>
                <w:sz w:val="22"/>
                <w:szCs w:val="22"/>
              </w:rPr>
              <w:t>Beurteilung</w:t>
            </w:r>
            <w:r w:rsidR="00894170">
              <w:rPr>
                <w:rFonts w:ascii="Trebuchet MS" w:hAnsi="Trebuchet MS"/>
                <w:sz w:val="22"/>
                <w:szCs w:val="22"/>
              </w:rPr>
              <w:t>, bitte unterteilen in Fehler- UND Beschwerdemanagement</w:t>
            </w:r>
            <w:r w:rsidR="00E57F80" w:rsidRPr="00E57F80">
              <w:rPr>
                <w:rFonts w:ascii="Trebuchet MS" w:hAnsi="Trebuchet MS"/>
                <w:sz w:val="22"/>
                <w:szCs w:val="22"/>
              </w:rPr>
              <w:t>)</w:t>
            </w:r>
          </w:p>
        </w:tc>
      </w:tr>
      <w:tr w:rsidR="00E57F80" w:rsidRPr="00E57F80" w14:paraId="3ADB3A51" w14:textId="77777777" w:rsidTr="00D54085">
        <w:trPr>
          <w:trHeight w:val="1247"/>
        </w:trPr>
        <w:tc>
          <w:tcPr>
            <w:tcW w:w="9179" w:type="dxa"/>
          </w:tcPr>
          <w:p w14:paraId="20786943" w14:textId="77777777" w:rsidR="00E57F80" w:rsidRDefault="00894170" w:rsidP="00894170">
            <w:pPr>
              <w:pStyle w:val="Listenabsatz"/>
              <w:numPr>
                <w:ilvl w:val="0"/>
                <w:numId w:val="30"/>
              </w:numPr>
              <w:rPr>
                <w:rFonts w:ascii="Trebuchet MS" w:hAnsi="Trebuchet MS"/>
                <w:sz w:val="22"/>
              </w:rPr>
            </w:pPr>
            <w:r>
              <w:rPr>
                <w:rFonts w:ascii="Trebuchet MS" w:hAnsi="Trebuchet MS"/>
                <w:sz w:val="22"/>
              </w:rPr>
              <w:t>Fehlermanagement</w:t>
            </w:r>
          </w:p>
          <w:p w14:paraId="3C6402B2" w14:textId="77777777" w:rsidR="00894170" w:rsidRDefault="00894170" w:rsidP="00894170">
            <w:pPr>
              <w:rPr>
                <w:rFonts w:ascii="Trebuchet MS" w:hAnsi="Trebuchet MS"/>
                <w:sz w:val="22"/>
              </w:rPr>
            </w:pPr>
          </w:p>
          <w:p w14:paraId="3B56679E" w14:textId="77777777" w:rsidR="00894170" w:rsidRDefault="00894170" w:rsidP="00894170">
            <w:pPr>
              <w:rPr>
                <w:rFonts w:ascii="Trebuchet MS" w:hAnsi="Trebuchet MS"/>
                <w:sz w:val="22"/>
              </w:rPr>
            </w:pPr>
          </w:p>
          <w:p w14:paraId="38D9EAE0" w14:textId="77777777" w:rsidR="00894170" w:rsidRDefault="00894170" w:rsidP="00894170">
            <w:pPr>
              <w:rPr>
                <w:rFonts w:ascii="Trebuchet MS" w:hAnsi="Trebuchet MS"/>
                <w:sz w:val="22"/>
              </w:rPr>
            </w:pPr>
          </w:p>
          <w:p w14:paraId="35A3EDA5" w14:textId="180EC805" w:rsidR="00894170" w:rsidRDefault="00894170" w:rsidP="00894170">
            <w:pPr>
              <w:pStyle w:val="Listenabsatz"/>
              <w:numPr>
                <w:ilvl w:val="0"/>
                <w:numId w:val="30"/>
              </w:numPr>
              <w:rPr>
                <w:rFonts w:ascii="Trebuchet MS" w:hAnsi="Trebuchet MS"/>
                <w:sz w:val="22"/>
              </w:rPr>
            </w:pPr>
            <w:r>
              <w:rPr>
                <w:rFonts w:ascii="Trebuchet MS" w:hAnsi="Trebuchet MS"/>
                <w:sz w:val="22"/>
              </w:rPr>
              <w:t>Beschwerdeman</w:t>
            </w:r>
            <w:r w:rsidR="00331BC4">
              <w:rPr>
                <w:rFonts w:ascii="Trebuchet MS" w:hAnsi="Trebuchet MS"/>
                <w:sz w:val="22"/>
              </w:rPr>
              <w:t>a</w:t>
            </w:r>
            <w:r>
              <w:rPr>
                <w:rFonts w:ascii="Trebuchet MS" w:hAnsi="Trebuchet MS"/>
                <w:sz w:val="22"/>
              </w:rPr>
              <w:t>gement</w:t>
            </w:r>
          </w:p>
          <w:p w14:paraId="1BCC9F58" w14:textId="77777777" w:rsidR="00894170" w:rsidRDefault="00894170" w:rsidP="00894170">
            <w:pPr>
              <w:rPr>
                <w:rFonts w:ascii="Trebuchet MS" w:hAnsi="Trebuchet MS"/>
                <w:sz w:val="22"/>
              </w:rPr>
            </w:pPr>
          </w:p>
          <w:p w14:paraId="75A44AEC" w14:textId="179720A9" w:rsidR="00894170" w:rsidRPr="00894170" w:rsidRDefault="00894170" w:rsidP="00894170">
            <w:pPr>
              <w:rPr>
                <w:rFonts w:ascii="Trebuchet MS" w:hAnsi="Trebuchet MS"/>
                <w:sz w:val="22"/>
              </w:rPr>
            </w:pPr>
          </w:p>
        </w:tc>
      </w:tr>
      <w:tr w:rsidR="00E57F80" w:rsidRPr="00E57F80" w14:paraId="7F9CEA82" w14:textId="77777777" w:rsidTr="00D54085">
        <w:trPr>
          <w:trHeight w:val="397"/>
        </w:trPr>
        <w:tc>
          <w:tcPr>
            <w:tcW w:w="9179" w:type="dxa"/>
          </w:tcPr>
          <w:p w14:paraId="7209E031" w14:textId="1A34E7C5" w:rsidR="00D54085" w:rsidRDefault="009B04F1" w:rsidP="00D54085">
            <w:pPr>
              <w:spacing w:before="60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1</w:t>
            </w:r>
            <w:r w:rsidR="005C7FA7">
              <w:rPr>
                <w:rFonts w:ascii="Trebuchet MS" w:hAnsi="Trebuchet MS"/>
                <w:sz w:val="22"/>
                <w:szCs w:val="22"/>
              </w:rPr>
              <w:t>1</w:t>
            </w:r>
            <w:r w:rsidR="00E57F80" w:rsidRPr="00E57F80">
              <w:rPr>
                <w:rFonts w:ascii="Trebuchet MS" w:hAnsi="Trebuchet MS"/>
                <w:sz w:val="22"/>
                <w:szCs w:val="22"/>
              </w:rPr>
              <w:t>. Wirksamkeit von durchgeführten Maßnahmen zum Umgang mit Risiken und Chancen</w:t>
            </w:r>
            <w:r w:rsidR="00D54085">
              <w:rPr>
                <w:rFonts w:ascii="Trebuchet MS" w:hAnsi="Trebuchet MS"/>
                <w:sz w:val="22"/>
                <w:szCs w:val="22"/>
              </w:rPr>
              <w:t>:</w:t>
            </w:r>
          </w:p>
          <w:p w14:paraId="07591590" w14:textId="4A966FCE" w:rsidR="00E57F80" w:rsidRPr="00E57F80" w:rsidRDefault="00D54085" w:rsidP="00D54085">
            <w:pPr>
              <w:spacing w:before="60"/>
              <w:rPr>
                <w:rFonts w:ascii="Trebuchet MS" w:hAnsi="Trebuchet MS"/>
                <w:sz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W</w:t>
            </w:r>
            <w:r w:rsidR="004B2E7F">
              <w:rPr>
                <w:rFonts w:ascii="Trebuchet MS" w:hAnsi="Trebuchet MS"/>
                <w:sz w:val="22"/>
                <w:szCs w:val="22"/>
              </w:rPr>
              <w:t>elche Risiken konnten identifiziert werden, welche Chancen haben sich ergeben?</w:t>
            </w:r>
          </w:p>
        </w:tc>
      </w:tr>
      <w:tr w:rsidR="00E57F80" w:rsidRPr="00E57F80" w14:paraId="68EDF909" w14:textId="77777777" w:rsidTr="00D54085">
        <w:trPr>
          <w:trHeight w:val="1247"/>
        </w:trPr>
        <w:tc>
          <w:tcPr>
            <w:tcW w:w="9179" w:type="dxa"/>
          </w:tcPr>
          <w:p w14:paraId="41DD7C15" w14:textId="77777777" w:rsidR="00E57F80" w:rsidRPr="00E57F80" w:rsidRDefault="00E57F80" w:rsidP="00D54085">
            <w:pPr>
              <w:rPr>
                <w:rFonts w:ascii="Trebuchet MS" w:hAnsi="Trebuchet MS"/>
                <w:sz w:val="22"/>
              </w:rPr>
            </w:pPr>
          </w:p>
        </w:tc>
      </w:tr>
      <w:tr w:rsidR="00E57F80" w:rsidRPr="00E57F80" w14:paraId="661164FD" w14:textId="77777777" w:rsidTr="00D54085">
        <w:trPr>
          <w:trHeight w:val="397"/>
        </w:trPr>
        <w:tc>
          <w:tcPr>
            <w:tcW w:w="9179" w:type="dxa"/>
          </w:tcPr>
          <w:p w14:paraId="0C77AC15" w14:textId="77777777" w:rsidR="00E57F80" w:rsidRPr="00E57F80" w:rsidRDefault="009B04F1" w:rsidP="00D54085">
            <w:pPr>
              <w:spacing w:before="60"/>
              <w:rPr>
                <w:rFonts w:ascii="Trebuchet MS" w:hAnsi="Trebuchet MS"/>
                <w:sz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12</w:t>
            </w:r>
            <w:r w:rsidR="00E57F80" w:rsidRPr="00E57F80">
              <w:rPr>
                <w:rFonts w:ascii="Trebuchet MS" w:hAnsi="Trebuchet MS"/>
                <w:sz w:val="22"/>
                <w:szCs w:val="22"/>
              </w:rPr>
              <w:t>. Möglichkeiten für Verbesserungen</w:t>
            </w:r>
          </w:p>
        </w:tc>
      </w:tr>
      <w:tr w:rsidR="00E57F80" w:rsidRPr="00E57F80" w14:paraId="1DB9FEE5" w14:textId="77777777" w:rsidTr="00D54085">
        <w:trPr>
          <w:trHeight w:val="1247"/>
        </w:trPr>
        <w:tc>
          <w:tcPr>
            <w:tcW w:w="9179" w:type="dxa"/>
          </w:tcPr>
          <w:p w14:paraId="445C2310" w14:textId="77777777" w:rsidR="00E57F80" w:rsidRPr="00E57F80" w:rsidRDefault="00E57F80" w:rsidP="00D54085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14:paraId="0374681E" w14:textId="77777777" w:rsidR="004016FE" w:rsidRPr="00E57F80" w:rsidRDefault="004016FE" w:rsidP="00D54085">
      <w:pPr>
        <w:pStyle w:val="Kopfzeile"/>
        <w:tabs>
          <w:tab w:val="clear" w:pos="4593"/>
          <w:tab w:val="clear" w:pos="9185"/>
        </w:tabs>
        <w:rPr>
          <w:rFonts w:ascii="Trebuchet MS" w:hAnsi="Trebuchet MS"/>
        </w:rPr>
      </w:pPr>
    </w:p>
    <w:sectPr w:rsidR="004016FE" w:rsidRPr="00E57F80" w:rsidSect="001A42A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134" w:bottom="1134" w:left="1588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926302" w14:textId="77777777" w:rsidR="00E53569" w:rsidRDefault="00E53569">
      <w:r>
        <w:separator/>
      </w:r>
    </w:p>
  </w:endnote>
  <w:endnote w:type="continuationSeparator" w:id="0">
    <w:p w14:paraId="27D838B2" w14:textId="77777777" w:rsidR="00E53569" w:rsidRDefault="00E53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8F3D6" w14:textId="455BB150" w:rsidR="00864761" w:rsidRPr="0011272B" w:rsidRDefault="00C7198E" w:rsidP="00864761">
    <w:pPr>
      <w:pStyle w:val="Fuzeile"/>
      <w:tabs>
        <w:tab w:val="clear" w:pos="4593"/>
        <w:tab w:val="clear" w:pos="9185"/>
        <w:tab w:val="left" w:pos="142"/>
        <w:tab w:val="left" w:pos="1440"/>
        <w:tab w:val="left" w:pos="3119"/>
        <w:tab w:val="right" w:pos="9184"/>
      </w:tabs>
      <w:rPr>
        <w:rFonts w:ascii="Trebuchet MS" w:hAnsi="Trebuchet MS"/>
        <w:noProof/>
        <w:color w:val="008080"/>
      </w:rPr>
    </w:pPr>
    <w:r w:rsidRPr="0011272B">
      <w:rPr>
        <w:rFonts w:ascii="Trebuchet MS" w:hAnsi="Trebuchet MS"/>
        <w:noProof/>
      </w:rPr>
      <w:drawing>
        <wp:anchor distT="0" distB="0" distL="114300" distR="114300" simplePos="0" relativeHeight="251658240" behindDoc="0" locked="0" layoutInCell="1" allowOverlap="1" wp14:anchorId="4F2C843C" wp14:editId="23EFE61D">
          <wp:simplePos x="0" y="0"/>
          <wp:positionH relativeFrom="column">
            <wp:posOffset>5715000</wp:posOffset>
          </wp:positionH>
          <wp:positionV relativeFrom="paragraph">
            <wp:posOffset>3810</wp:posOffset>
          </wp:positionV>
          <wp:extent cx="228600" cy="203200"/>
          <wp:effectExtent l="0" t="0" r="0" b="0"/>
          <wp:wrapNone/>
          <wp:docPr id="12" name="Bild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600" cy="20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1272B">
      <w:rPr>
        <w:rFonts w:ascii="Trebuchet MS" w:hAnsi="Trebuchet MS"/>
        <w:noProof/>
      </w:rPr>
      <w:drawing>
        <wp:anchor distT="0" distB="0" distL="114300" distR="114300" simplePos="0" relativeHeight="251657216" behindDoc="0" locked="0" layoutInCell="1" allowOverlap="1" wp14:anchorId="79D9C065" wp14:editId="406AB0B7">
          <wp:simplePos x="0" y="0"/>
          <wp:positionH relativeFrom="column">
            <wp:posOffset>4419600</wp:posOffset>
          </wp:positionH>
          <wp:positionV relativeFrom="paragraph">
            <wp:posOffset>65405</wp:posOffset>
          </wp:positionV>
          <wp:extent cx="1285875" cy="337185"/>
          <wp:effectExtent l="0" t="0" r="0" b="0"/>
          <wp:wrapNone/>
          <wp:docPr id="11" name="Bild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5875" cy="337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64761" w:rsidRPr="0011272B">
      <w:rPr>
        <w:rFonts w:ascii="Trebuchet MS" w:hAnsi="Trebuchet MS"/>
        <w:noProof/>
        <w:color w:val="008080"/>
      </w:rPr>
      <w:t>Erstellt</w:t>
    </w:r>
    <w:r w:rsidR="00864761">
      <w:rPr>
        <w:rFonts w:ascii="Trebuchet MS" w:hAnsi="Trebuchet MS"/>
        <w:noProof/>
        <w:color w:val="008080"/>
      </w:rPr>
      <w:t xml:space="preserve"> von: </w:t>
    </w:r>
    <w:r w:rsidR="00864761" w:rsidRPr="0011272B">
      <w:rPr>
        <w:rFonts w:ascii="Trebuchet MS" w:hAnsi="Trebuchet MS"/>
        <w:noProof/>
        <w:color w:val="008080"/>
      </w:rPr>
      <w:t>Name + Datum</w:t>
    </w:r>
    <w:r w:rsidR="00864761">
      <w:rPr>
        <w:rFonts w:ascii="Trebuchet MS" w:hAnsi="Trebuchet MS"/>
        <w:noProof/>
        <w:color w:val="008080"/>
      </w:rPr>
      <w:tab/>
      <w:t xml:space="preserve">Freigegeben von: </w:t>
    </w:r>
    <w:r w:rsidR="00864761" w:rsidRPr="0011272B">
      <w:rPr>
        <w:rFonts w:ascii="Trebuchet MS" w:hAnsi="Trebuchet MS"/>
        <w:noProof/>
        <w:color w:val="008080"/>
      </w:rPr>
      <w:t>Name + Datum</w:t>
    </w:r>
  </w:p>
  <w:p w14:paraId="6F3F19ED" w14:textId="77777777" w:rsidR="001B251F" w:rsidRPr="00864761" w:rsidRDefault="00864761" w:rsidP="00864761">
    <w:pPr>
      <w:pStyle w:val="Fuzeile"/>
      <w:tabs>
        <w:tab w:val="left" w:pos="855"/>
      </w:tabs>
      <w:rPr>
        <w:rFonts w:ascii="Trebuchet MS" w:hAnsi="Trebuchet MS"/>
        <w:noProof/>
        <w:color w:val="008080"/>
      </w:rPr>
    </w:pPr>
    <w:r>
      <w:rPr>
        <w:rFonts w:ascii="Trebuchet MS" w:hAnsi="Trebuchet MS"/>
        <w:noProof/>
        <w:color w:val="008080"/>
      </w:rPr>
      <w:t>Geändert von: Name + Datum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03176" w14:textId="77777777" w:rsidR="001B251F" w:rsidRDefault="001B251F">
    <w:pPr>
      <w:pStyle w:val="Fuzeile"/>
    </w:pPr>
    <w:r>
      <w:t>Dateiname und -pfad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871ED5" w14:textId="77777777" w:rsidR="00E53569" w:rsidRDefault="00E53569">
      <w:r>
        <w:separator/>
      </w:r>
    </w:p>
  </w:footnote>
  <w:footnote w:type="continuationSeparator" w:id="0">
    <w:p w14:paraId="223E5E46" w14:textId="77777777" w:rsidR="00E53569" w:rsidRDefault="00E535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21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735"/>
      <w:gridCol w:w="4028"/>
      <w:gridCol w:w="1176"/>
      <w:gridCol w:w="1282"/>
    </w:tblGrid>
    <w:tr w:rsidR="00AD5C73" w:rsidRPr="0011272B" w14:paraId="2B57F276" w14:textId="77777777" w:rsidTr="00DB1115">
      <w:trPr>
        <w:trHeight w:val="440"/>
        <w:jc w:val="center"/>
      </w:trPr>
      <w:tc>
        <w:tcPr>
          <w:tcW w:w="2735" w:type="dxa"/>
          <w:vMerge w:val="restart"/>
          <w:vAlign w:val="center"/>
        </w:tcPr>
        <w:p w14:paraId="3F42448C" w14:textId="77777777" w:rsidR="00AD5C73" w:rsidRPr="00DB1115" w:rsidRDefault="00AD5C73" w:rsidP="00055EA3">
          <w:pPr>
            <w:jc w:val="center"/>
            <w:rPr>
              <w:rFonts w:ascii="Trebuchet MS" w:hAnsi="Trebuchet MS"/>
              <w:sz w:val="22"/>
              <w:szCs w:val="22"/>
            </w:rPr>
          </w:pPr>
        </w:p>
      </w:tc>
      <w:tc>
        <w:tcPr>
          <w:tcW w:w="4028" w:type="dxa"/>
          <w:vMerge w:val="restart"/>
          <w:vAlign w:val="center"/>
        </w:tcPr>
        <w:p w14:paraId="6C4C8B78" w14:textId="77777777" w:rsidR="00AD5C73" w:rsidRPr="00DB1115" w:rsidRDefault="00E57F80" w:rsidP="004F3B18">
          <w:pPr>
            <w:pStyle w:val="Kopfzeile"/>
            <w:tabs>
              <w:tab w:val="left" w:pos="5780"/>
            </w:tabs>
            <w:spacing w:before="100" w:after="100" w:line="240" w:lineRule="exact"/>
            <w:jc w:val="center"/>
            <w:rPr>
              <w:rFonts w:ascii="Trebuchet MS" w:hAnsi="Trebuchet MS"/>
              <w:b/>
              <w:sz w:val="22"/>
              <w:szCs w:val="22"/>
            </w:rPr>
          </w:pPr>
          <w:r>
            <w:rPr>
              <w:rFonts w:ascii="Trebuchet MS" w:hAnsi="Trebuchet MS"/>
              <w:b/>
              <w:sz w:val="22"/>
              <w:szCs w:val="22"/>
            </w:rPr>
            <w:t>QM</w:t>
          </w:r>
        </w:p>
        <w:p w14:paraId="4F8F67EA" w14:textId="77777777" w:rsidR="00AD5C73" w:rsidRPr="00DB1115" w:rsidRDefault="00E57F80" w:rsidP="004F3B18">
          <w:pPr>
            <w:pStyle w:val="Kopfzeile"/>
            <w:tabs>
              <w:tab w:val="left" w:pos="5780"/>
            </w:tabs>
            <w:spacing w:before="100" w:after="100" w:line="240" w:lineRule="exact"/>
            <w:jc w:val="center"/>
            <w:rPr>
              <w:rFonts w:ascii="Trebuchet MS" w:hAnsi="Trebuchet MS"/>
              <w:sz w:val="22"/>
              <w:szCs w:val="22"/>
            </w:rPr>
          </w:pPr>
          <w:r>
            <w:rPr>
              <w:rFonts w:ascii="Trebuchet MS" w:hAnsi="Trebuchet MS"/>
              <w:sz w:val="22"/>
              <w:szCs w:val="22"/>
            </w:rPr>
            <w:t>QM-System</w:t>
          </w:r>
        </w:p>
        <w:p w14:paraId="4B925672" w14:textId="77777777" w:rsidR="00AD5C73" w:rsidRPr="00DB1115" w:rsidRDefault="00E57F80" w:rsidP="000F2D7A">
          <w:pPr>
            <w:pStyle w:val="Kopfzeile"/>
            <w:tabs>
              <w:tab w:val="left" w:pos="5780"/>
            </w:tabs>
            <w:spacing w:before="100" w:after="100" w:line="240" w:lineRule="exact"/>
            <w:jc w:val="center"/>
            <w:rPr>
              <w:rFonts w:ascii="Trebuchet MS" w:hAnsi="Trebuchet MS"/>
              <w:b/>
              <w:sz w:val="22"/>
              <w:szCs w:val="22"/>
            </w:rPr>
          </w:pPr>
          <w:r>
            <w:rPr>
              <w:rFonts w:ascii="Trebuchet MS" w:hAnsi="Trebuchet MS"/>
              <w:b/>
              <w:sz w:val="22"/>
              <w:szCs w:val="22"/>
            </w:rPr>
            <w:t>Protokoll Managementbewertung</w:t>
          </w:r>
        </w:p>
      </w:tc>
      <w:tc>
        <w:tcPr>
          <w:tcW w:w="1176" w:type="dxa"/>
          <w:vAlign w:val="center"/>
        </w:tcPr>
        <w:p w14:paraId="480B3678" w14:textId="77777777" w:rsidR="00AD5C73" w:rsidRPr="00DB1115" w:rsidRDefault="00AD5C73" w:rsidP="004F3B18">
          <w:pPr>
            <w:tabs>
              <w:tab w:val="left" w:pos="511"/>
            </w:tabs>
            <w:rPr>
              <w:rFonts w:ascii="Trebuchet MS" w:hAnsi="Trebuchet MS"/>
              <w:sz w:val="22"/>
              <w:szCs w:val="22"/>
            </w:rPr>
          </w:pPr>
          <w:r>
            <w:rPr>
              <w:rFonts w:ascii="Trebuchet MS" w:hAnsi="Trebuchet MS"/>
              <w:sz w:val="22"/>
              <w:szCs w:val="22"/>
            </w:rPr>
            <w:t xml:space="preserve">Version </w:t>
          </w:r>
          <w:r w:rsidRPr="00DB1115">
            <w:rPr>
              <w:rFonts w:ascii="Trebuchet MS" w:hAnsi="Trebuchet MS"/>
              <w:sz w:val="22"/>
              <w:szCs w:val="22"/>
            </w:rPr>
            <w:t>1</w:t>
          </w:r>
        </w:p>
      </w:tc>
      <w:tc>
        <w:tcPr>
          <w:tcW w:w="1282" w:type="dxa"/>
          <w:vAlign w:val="center"/>
        </w:tcPr>
        <w:p w14:paraId="71357860" w14:textId="1322CDF3" w:rsidR="00AD5C73" w:rsidRPr="00DB1115" w:rsidRDefault="00AD5C73" w:rsidP="004F3B18">
          <w:pPr>
            <w:rPr>
              <w:rFonts w:ascii="Trebuchet MS" w:hAnsi="Trebuchet MS"/>
              <w:snapToGrid w:val="0"/>
              <w:sz w:val="22"/>
              <w:szCs w:val="22"/>
            </w:rPr>
          </w:pPr>
          <w:r w:rsidRPr="00DB1115">
            <w:rPr>
              <w:rFonts w:ascii="Trebuchet MS" w:hAnsi="Trebuchet MS"/>
              <w:snapToGrid w:val="0"/>
              <w:sz w:val="22"/>
              <w:szCs w:val="22"/>
            </w:rPr>
            <w:t xml:space="preserve">Seite </w:t>
          </w:r>
          <w:r w:rsidRPr="00DB1115">
            <w:rPr>
              <w:rFonts w:ascii="Trebuchet MS" w:hAnsi="Trebuchet MS"/>
              <w:snapToGrid w:val="0"/>
              <w:sz w:val="22"/>
              <w:szCs w:val="22"/>
            </w:rPr>
            <w:fldChar w:fldCharType="begin"/>
          </w:r>
          <w:r w:rsidRPr="00DB1115">
            <w:rPr>
              <w:rFonts w:ascii="Trebuchet MS" w:hAnsi="Trebuchet MS"/>
              <w:snapToGrid w:val="0"/>
              <w:sz w:val="22"/>
              <w:szCs w:val="22"/>
            </w:rPr>
            <w:instrText xml:space="preserve"> PAGE  \* MERGEFORMAT </w:instrText>
          </w:r>
          <w:r w:rsidRPr="00DB1115">
            <w:rPr>
              <w:rFonts w:ascii="Trebuchet MS" w:hAnsi="Trebuchet MS"/>
              <w:snapToGrid w:val="0"/>
              <w:sz w:val="22"/>
              <w:szCs w:val="22"/>
            </w:rPr>
            <w:fldChar w:fldCharType="separate"/>
          </w:r>
          <w:r w:rsidR="00324EA5">
            <w:rPr>
              <w:rFonts w:ascii="Trebuchet MS" w:hAnsi="Trebuchet MS"/>
              <w:noProof/>
              <w:snapToGrid w:val="0"/>
              <w:sz w:val="22"/>
              <w:szCs w:val="22"/>
            </w:rPr>
            <w:t>2</w:t>
          </w:r>
          <w:r w:rsidRPr="00DB1115">
            <w:rPr>
              <w:rFonts w:ascii="Trebuchet MS" w:hAnsi="Trebuchet MS"/>
              <w:snapToGrid w:val="0"/>
              <w:sz w:val="22"/>
              <w:szCs w:val="22"/>
            </w:rPr>
            <w:fldChar w:fldCharType="end"/>
          </w:r>
          <w:r w:rsidRPr="00DB1115">
            <w:rPr>
              <w:rFonts w:ascii="Trebuchet MS" w:hAnsi="Trebuchet MS"/>
              <w:snapToGrid w:val="0"/>
              <w:sz w:val="22"/>
              <w:szCs w:val="22"/>
            </w:rPr>
            <w:t>/</w:t>
          </w:r>
          <w:r w:rsidRPr="00DB1115">
            <w:rPr>
              <w:rFonts w:ascii="Trebuchet MS" w:hAnsi="Trebuchet MS"/>
              <w:snapToGrid w:val="0"/>
              <w:sz w:val="22"/>
              <w:szCs w:val="22"/>
            </w:rPr>
            <w:fldChar w:fldCharType="begin"/>
          </w:r>
          <w:r w:rsidRPr="00DB1115">
            <w:rPr>
              <w:rFonts w:ascii="Trebuchet MS" w:hAnsi="Trebuchet MS"/>
              <w:snapToGrid w:val="0"/>
              <w:sz w:val="22"/>
              <w:szCs w:val="22"/>
            </w:rPr>
            <w:instrText xml:space="preserve"> SECTIONPAGES  \* MERGEFORMAT </w:instrText>
          </w:r>
          <w:r w:rsidRPr="00DB1115">
            <w:rPr>
              <w:rFonts w:ascii="Trebuchet MS" w:hAnsi="Trebuchet MS"/>
              <w:snapToGrid w:val="0"/>
              <w:sz w:val="22"/>
              <w:szCs w:val="22"/>
            </w:rPr>
            <w:fldChar w:fldCharType="separate"/>
          </w:r>
          <w:r w:rsidR="007F160F">
            <w:rPr>
              <w:rFonts w:ascii="Trebuchet MS" w:hAnsi="Trebuchet MS"/>
              <w:noProof/>
              <w:snapToGrid w:val="0"/>
              <w:sz w:val="22"/>
              <w:szCs w:val="22"/>
            </w:rPr>
            <w:t>2</w:t>
          </w:r>
          <w:r w:rsidRPr="00DB1115">
            <w:rPr>
              <w:rFonts w:ascii="Trebuchet MS" w:hAnsi="Trebuchet MS"/>
              <w:snapToGrid w:val="0"/>
              <w:sz w:val="22"/>
              <w:szCs w:val="22"/>
            </w:rPr>
            <w:fldChar w:fldCharType="end"/>
          </w:r>
        </w:p>
      </w:tc>
    </w:tr>
    <w:tr w:rsidR="00AD5C73" w:rsidRPr="0011272B" w14:paraId="3B6C9698" w14:textId="77777777" w:rsidTr="00DB1115">
      <w:trPr>
        <w:trHeight w:val="440"/>
        <w:jc w:val="center"/>
      </w:trPr>
      <w:tc>
        <w:tcPr>
          <w:tcW w:w="2735" w:type="dxa"/>
          <w:vMerge/>
          <w:vAlign w:val="center"/>
        </w:tcPr>
        <w:p w14:paraId="67FD6ECF" w14:textId="77777777" w:rsidR="00AD5C73" w:rsidRPr="0011272B" w:rsidRDefault="00AD5C73" w:rsidP="00F53E5C">
          <w:pPr>
            <w:spacing w:before="200"/>
            <w:jc w:val="center"/>
            <w:rPr>
              <w:rFonts w:ascii="Century Gothic" w:hAnsi="Century Gothic"/>
              <w:sz w:val="24"/>
              <w:szCs w:val="24"/>
            </w:rPr>
          </w:pPr>
        </w:p>
      </w:tc>
      <w:tc>
        <w:tcPr>
          <w:tcW w:w="4028" w:type="dxa"/>
          <w:vMerge/>
          <w:vAlign w:val="center"/>
        </w:tcPr>
        <w:p w14:paraId="0090E228" w14:textId="77777777" w:rsidR="00AD5C73" w:rsidRPr="00DB1115" w:rsidRDefault="00AD5C73" w:rsidP="00F53E5C">
          <w:pPr>
            <w:pStyle w:val="Kopfzeile"/>
            <w:tabs>
              <w:tab w:val="left" w:pos="5780"/>
            </w:tabs>
            <w:spacing w:before="100" w:after="100" w:line="240" w:lineRule="exact"/>
            <w:jc w:val="center"/>
            <w:rPr>
              <w:rFonts w:ascii="Trebuchet MS" w:hAnsi="Trebuchet MS"/>
              <w:b/>
              <w:sz w:val="22"/>
              <w:szCs w:val="22"/>
            </w:rPr>
          </w:pPr>
        </w:p>
      </w:tc>
      <w:tc>
        <w:tcPr>
          <w:tcW w:w="2458" w:type="dxa"/>
          <w:gridSpan w:val="2"/>
          <w:vAlign w:val="center"/>
        </w:tcPr>
        <w:p w14:paraId="5140BBAC" w14:textId="77777777" w:rsidR="00AD5C73" w:rsidRPr="00DB1115" w:rsidRDefault="00E57F80" w:rsidP="00A7269D">
          <w:pPr>
            <w:tabs>
              <w:tab w:val="left" w:pos="504"/>
            </w:tabs>
            <w:jc w:val="center"/>
            <w:rPr>
              <w:rFonts w:ascii="Trebuchet MS" w:hAnsi="Trebuchet MS"/>
              <w:b/>
              <w:snapToGrid w:val="0"/>
              <w:sz w:val="22"/>
              <w:szCs w:val="22"/>
            </w:rPr>
          </w:pPr>
          <w:r>
            <w:rPr>
              <w:rFonts w:ascii="Trebuchet MS" w:hAnsi="Trebuchet MS"/>
              <w:b/>
              <w:sz w:val="22"/>
              <w:szCs w:val="22"/>
            </w:rPr>
            <w:t>6A</w:t>
          </w:r>
          <w:r w:rsidRPr="00DB1115">
            <w:rPr>
              <w:rFonts w:ascii="Trebuchet MS" w:hAnsi="Trebuchet MS"/>
              <w:b/>
              <w:sz w:val="22"/>
              <w:szCs w:val="22"/>
            </w:rPr>
            <w:t xml:space="preserve"> </w:t>
          </w:r>
          <w:r>
            <w:rPr>
              <w:rFonts w:ascii="Trebuchet MS" w:hAnsi="Trebuchet MS"/>
              <w:b/>
              <w:sz w:val="22"/>
              <w:szCs w:val="22"/>
            </w:rPr>
            <w:t>FB</w:t>
          </w:r>
          <w:r w:rsidRPr="00DB1115">
            <w:rPr>
              <w:rFonts w:ascii="Trebuchet MS" w:hAnsi="Trebuchet MS"/>
              <w:b/>
              <w:sz w:val="22"/>
              <w:szCs w:val="22"/>
            </w:rPr>
            <w:t>-</w:t>
          </w:r>
        </w:p>
      </w:tc>
    </w:tr>
    <w:tr w:rsidR="00AD5C73" w:rsidRPr="0011272B" w14:paraId="290D406D" w14:textId="77777777" w:rsidTr="00DB1115">
      <w:trPr>
        <w:trHeight w:val="440"/>
        <w:jc w:val="center"/>
      </w:trPr>
      <w:tc>
        <w:tcPr>
          <w:tcW w:w="2735" w:type="dxa"/>
          <w:vMerge/>
          <w:vAlign w:val="center"/>
        </w:tcPr>
        <w:p w14:paraId="4FDA13BE" w14:textId="77777777" w:rsidR="00AD5C73" w:rsidRPr="0011272B" w:rsidRDefault="00AD5C73" w:rsidP="00F53E5C">
          <w:pPr>
            <w:spacing w:before="200"/>
            <w:jc w:val="center"/>
            <w:rPr>
              <w:rFonts w:ascii="Century Gothic" w:hAnsi="Century Gothic"/>
              <w:sz w:val="24"/>
              <w:szCs w:val="24"/>
            </w:rPr>
          </w:pPr>
        </w:p>
      </w:tc>
      <w:tc>
        <w:tcPr>
          <w:tcW w:w="4028" w:type="dxa"/>
          <w:vMerge/>
          <w:vAlign w:val="center"/>
        </w:tcPr>
        <w:p w14:paraId="7C3447A5" w14:textId="77777777" w:rsidR="00AD5C73" w:rsidRPr="00DB1115" w:rsidRDefault="00AD5C73" w:rsidP="00F53E5C">
          <w:pPr>
            <w:pStyle w:val="Kopfzeile"/>
            <w:tabs>
              <w:tab w:val="left" w:pos="5780"/>
            </w:tabs>
            <w:spacing w:before="100" w:after="100" w:line="240" w:lineRule="exact"/>
            <w:jc w:val="center"/>
            <w:rPr>
              <w:rFonts w:ascii="Trebuchet MS" w:hAnsi="Trebuchet MS"/>
              <w:b/>
              <w:sz w:val="22"/>
              <w:szCs w:val="22"/>
            </w:rPr>
          </w:pPr>
        </w:p>
      </w:tc>
      <w:tc>
        <w:tcPr>
          <w:tcW w:w="2458" w:type="dxa"/>
          <w:gridSpan w:val="2"/>
          <w:vAlign w:val="center"/>
        </w:tcPr>
        <w:p w14:paraId="7CAD8D28" w14:textId="77777777" w:rsidR="00AD5C73" w:rsidRPr="00DB1115" w:rsidRDefault="00E57F80" w:rsidP="00F53E5C">
          <w:pPr>
            <w:tabs>
              <w:tab w:val="left" w:pos="504"/>
            </w:tabs>
            <w:jc w:val="center"/>
            <w:rPr>
              <w:rFonts w:ascii="Trebuchet MS" w:hAnsi="Trebuchet MS"/>
              <w:sz w:val="22"/>
              <w:szCs w:val="22"/>
            </w:rPr>
          </w:pPr>
          <w:r>
            <w:rPr>
              <w:rFonts w:ascii="Trebuchet MS" w:hAnsi="Trebuchet MS"/>
              <w:sz w:val="22"/>
              <w:szCs w:val="22"/>
            </w:rPr>
            <w:t>Formblatt</w:t>
          </w:r>
        </w:p>
      </w:tc>
    </w:tr>
  </w:tbl>
  <w:p w14:paraId="7C6D6A0A" w14:textId="77777777" w:rsidR="001B251F" w:rsidRDefault="001B251F" w:rsidP="00DD550C">
    <w:pPr>
      <w:pStyle w:val="Kopfzeile"/>
      <w:tabs>
        <w:tab w:val="clear" w:pos="4593"/>
        <w:tab w:val="clear" w:pos="9185"/>
        <w:tab w:val="left" w:pos="578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99" w:type="dxa"/>
      <w:tblLayout w:type="fixed"/>
      <w:tblCellMar>
        <w:top w:w="57" w:type="dxa"/>
        <w:left w:w="56" w:type="dxa"/>
        <w:bottom w:w="57" w:type="dxa"/>
        <w:right w:w="56" w:type="dxa"/>
      </w:tblCellMar>
      <w:tblLook w:val="0000" w:firstRow="0" w:lastRow="0" w:firstColumn="0" w:lastColumn="0" w:noHBand="0" w:noVBand="0"/>
    </w:tblPr>
    <w:tblGrid>
      <w:gridCol w:w="2041"/>
      <w:gridCol w:w="4819"/>
      <w:gridCol w:w="1276"/>
      <w:gridCol w:w="1163"/>
    </w:tblGrid>
    <w:tr w:rsidR="001B251F" w14:paraId="3E76ED59" w14:textId="77777777">
      <w:trPr>
        <w:cantSplit/>
      </w:trPr>
      <w:tc>
        <w:tcPr>
          <w:tcW w:w="2041" w:type="dxa"/>
          <w:vMerge w:val="restart"/>
          <w:tcBorders>
            <w:top w:val="single" w:sz="6" w:space="0" w:color="auto"/>
            <w:left w:val="single" w:sz="6" w:space="0" w:color="auto"/>
            <w:right w:val="single" w:sz="6" w:space="0" w:color="auto"/>
          </w:tcBorders>
          <w:vAlign w:val="center"/>
        </w:tcPr>
        <w:p w14:paraId="44782EE9" w14:textId="77777777" w:rsidR="001B251F" w:rsidRPr="005F698F" w:rsidRDefault="001B251F" w:rsidP="00A13BC6">
          <w:pPr>
            <w:jc w:val="center"/>
            <w:rPr>
              <w:sz w:val="20"/>
            </w:rPr>
          </w:pPr>
          <w:r w:rsidRPr="005F698F">
            <w:rPr>
              <w:sz w:val="20"/>
            </w:rPr>
            <w:t>Name der Praxis</w:t>
          </w:r>
        </w:p>
      </w:tc>
      <w:tc>
        <w:tcPr>
          <w:tcW w:w="4819" w:type="dxa"/>
          <w:tcBorders>
            <w:top w:val="single" w:sz="6" w:space="0" w:color="auto"/>
            <w:left w:val="single" w:sz="6" w:space="0" w:color="auto"/>
            <w:right w:val="single" w:sz="6" w:space="0" w:color="auto"/>
          </w:tcBorders>
          <w:vAlign w:val="center"/>
        </w:tcPr>
        <w:p w14:paraId="51AC6DAC" w14:textId="77777777" w:rsidR="001B251F" w:rsidRPr="005F698F" w:rsidRDefault="001B251F" w:rsidP="00A13BC6">
          <w:pPr>
            <w:jc w:val="center"/>
            <w:rPr>
              <w:b/>
              <w:sz w:val="20"/>
            </w:rPr>
          </w:pPr>
          <w:r>
            <w:rPr>
              <w:b/>
              <w:sz w:val="20"/>
            </w:rPr>
            <w:t>Verfahrensanweisung</w:t>
          </w:r>
        </w:p>
      </w:tc>
      <w:tc>
        <w:tcPr>
          <w:tcW w:w="1276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5EF82ED5" w14:textId="77777777" w:rsidR="001B251F" w:rsidRPr="005F698F" w:rsidRDefault="001B251F" w:rsidP="00A13BC6">
          <w:pPr>
            <w:tabs>
              <w:tab w:val="left" w:pos="511"/>
            </w:tabs>
            <w:rPr>
              <w:sz w:val="14"/>
              <w:szCs w:val="14"/>
            </w:rPr>
          </w:pPr>
          <w:r w:rsidRPr="008178C1">
            <w:rPr>
              <w:b/>
              <w:sz w:val="14"/>
              <w:szCs w:val="14"/>
              <w:lang w:val="en-GB"/>
            </w:rPr>
            <w:t>Check:</w:t>
          </w:r>
          <w:r>
            <w:rPr>
              <w:sz w:val="14"/>
              <w:szCs w:val="14"/>
              <w:lang w:val="en-GB"/>
            </w:rPr>
            <w:tab/>
          </w:r>
          <w:r w:rsidRPr="005F698F">
            <w:rPr>
              <w:sz w:val="14"/>
              <w:szCs w:val="14"/>
            </w:rPr>
            <w:t>(Monat)</w:t>
          </w:r>
        </w:p>
      </w:tc>
      <w:tc>
        <w:tcPr>
          <w:tcW w:w="1163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722988ED" w14:textId="77777777" w:rsidR="001B251F" w:rsidRPr="005F698F" w:rsidRDefault="001B251F" w:rsidP="00A13BC6">
          <w:pPr>
            <w:tabs>
              <w:tab w:val="left" w:pos="653"/>
            </w:tabs>
            <w:rPr>
              <w:sz w:val="14"/>
              <w:szCs w:val="14"/>
            </w:rPr>
          </w:pPr>
          <w:r w:rsidRPr="008178C1">
            <w:rPr>
              <w:b/>
              <w:snapToGrid w:val="0"/>
              <w:sz w:val="14"/>
              <w:szCs w:val="14"/>
            </w:rPr>
            <w:t>Seite</w:t>
          </w:r>
          <w:r>
            <w:rPr>
              <w:snapToGrid w:val="0"/>
              <w:sz w:val="14"/>
              <w:szCs w:val="14"/>
            </w:rPr>
            <w:tab/>
          </w:r>
          <w:r w:rsidRPr="005F698F">
            <w:rPr>
              <w:snapToGrid w:val="0"/>
              <w:sz w:val="14"/>
              <w:szCs w:val="14"/>
            </w:rPr>
            <w:fldChar w:fldCharType="begin"/>
          </w:r>
          <w:r w:rsidRPr="005F698F">
            <w:rPr>
              <w:snapToGrid w:val="0"/>
              <w:sz w:val="14"/>
              <w:szCs w:val="14"/>
            </w:rPr>
            <w:instrText xml:space="preserve"> PAGE  \* MERGEFORMAT </w:instrText>
          </w:r>
          <w:r w:rsidRPr="005F698F">
            <w:rPr>
              <w:snapToGrid w:val="0"/>
              <w:sz w:val="14"/>
              <w:szCs w:val="14"/>
            </w:rPr>
            <w:fldChar w:fldCharType="separate"/>
          </w:r>
          <w:r>
            <w:rPr>
              <w:noProof/>
              <w:snapToGrid w:val="0"/>
              <w:sz w:val="14"/>
              <w:szCs w:val="14"/>
            </w:rPr>
            <w:t>1</w:t>
          </w:r>
          <w:r w:rsidRPr="005F698F">
            <w:rPr>
              <w:snapToGrid w:val="0"/>
              <w:sz w:val="14"/>
              <w:szCs w:val="14"/>
            </w:rPr>
            <w:fldChar w:fldCharType="end"/>
          </w:r>
          <w:r w:rsidRPr="005F698F">
            <w:rPr>
              <w:snapToGrid w:val="0"/>
              <w:sz w:val="14"/>
              <w:szCs w:val="14"/>
            </w:rPr>
            <w:t xml:space="preserve"> </w:t>
          </w:r>
          <w:r>
            <w:rPr>
              <w:snapToGrid w:val="0"/>
              <w:sz w:val="14"/>
              <w:szCs w:val="14"/>
            </w:rPr>
            <w:t>/</w:t>
          </w:r>
          <w:r w:rsidRPr="005F698F">
            <w:rPr>
              <w:snapToGrid w:val="0"/>
              <w:sz w:val="14"/>
              <w:szCs w:val="14"/>
            </w:rPr>
            <w:t xml:space="preserve"> </w:t>
          </w:r>
          <w:r w:rsidRPr="005F698F">
            <w:rPr>
              <w:snapToGrid w:val="0"/>
              <w:sz w:val="14"/>
              <w:szCs w:val="14"/>
            </w:rPr>
            <w:fldChar w:fldCharType="begin"/>
          </w:r>
          <w:r w:rsidRPr="005F698F">
            <w:rPr>
              <w:snapToGrid w:val="0"/>
              <w:sz w:val="14"/>
              <w:szCs w:val="14"/>
            </w:rPr>
            <w:instrText xml:space="preserve"> SECTIONPAGES  \* MERGEFORMAT </w:instrText>
          </w:r>
          <w:r w:rsidRPr="005F698F">
            <w:rPr>
              <w:snapToGrid w:val="0"/>
              <w:sz w:val="14"/>
              <w:szCs w:val="14"/>
            </w:rPr>
            <w:fldChar w:fldCharType="separate"/>
          </w:r>
          <w:r>
            <w:rPr>
              <w:noProof/>
              <w:snapToGrid w:val="0"/>
              <w:sz w:val="14"/>
              <w:szCs w:val="14"/>
            </w:rPr>
            <w:t>2</w:t>
          </w:r>
          <w:r w:rsidRPr="005F698F">
            <w:rPr>
              <w:snapToGrid w:val="0"/>
              <w:sz w:val="14"/>
              <w:szCs w:val="14"/>
            </w:rPr>
            <w:fldChar w:fldCharType="end"/>
          </w:r>
        </w:p>
      </w:tc>
    </w:tr>
    <w:tr w:rsidR="001B251F" w14:paraId="2C8BC480" w14:textId="77777777">
      <w:trPr>
        <w:cantSplit/>
      </w:trPr>
      <w:tc>
        <w:tcPr>
          <w:tcW w:w="2041" w:type="dxa"/>
          <w:vMerge/>
          <w:tcBorders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737C55E8" w14:textId="77777777" w:rsidR="001B251F" w:rsidRDefault="001B251F" w:rsidP="00A13BC6">
          <w:pPr>
            <w:jc w:val="center"/>
            <w:rPr>
              <w:b/>
              <w:sz w:val="28"/>
            </w:rPr>
          </w:pPr>
        </w:p>
      </w:tc>
      <w:tc>
        <w:tcPr>
          <w:tcW w:w="4819" w:type="dxa"/>
          <w:tcBorders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03F898AD" w14:textId="77777777" w:rsidR="001B251F" w:rsidRPr="003C5B9A" w:rsidRDefault="001B251F" w:rsidP="00A13BC6">
          <w:pPr>
            <w:jc w:val="center"/>
            <w:rPr>
              <w:b/>
              <w:sz w:val="16"/>
              <w:szCs w:val="16"/>
            </w:rPr>
          </w:pPr>
          <w:r w:rsidRPr="00E314E7">
            <w:rPr>
              <w:b/>
              <w:sz w:val="16"/>
              <w:szCs w:val="16"/>
            </w:rPr>
            <w:t xml:space="preserve">VA S1-02, </w:t>
          </w:r>
          <w:r>
            <w:rPr>
              <w:b/>
              <w:sz w:val="16"/>
              <w:szCs w:val="16"/>
            </w:rPr>
            <w:t>Einstellung neuer Mitarbeiter</w:t>
          </w:r>
        </w:p>
      </w:tc>
      <w:tc>
        <w:tcPr>
          <w:tcW w:w="1276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7305CDD5" w14:textId="77777777" w:rsidR="001B251F" w:rsidRPr="005F698F" w:rsidRDefault="001B251F" w:rsidP="00A13BC6">
          <w:pPr>
            <w:tabs>
              <w:tab w:val="left" w:pos="539"/>
            </w:tabs>
            <w:rPr>
              <w:sz w:val="14"/>
              <w:szCs w:val="14"/>
            </w:rPr>
          </w:pPr>
        </w:p>
      </w:tc>
      <w:tc>
        <w:tcPr>
          <w:tcW w:w="1163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40B64BEE" w14:textId="77777777" w:rsidR="001B251F" w:rsidRPr="005F698F" w:rsidRDefault="001B251F" w:rsidP="00A13BC6">
          <w:pPr>
            <w:tabs>
              <w:tab w:val="left" w:pos="653"/>
            </w:tabs>
            <w:rPr>
              <w:sz w:val="14"/>
              <w:szCs w:val="14"/>
            </w:rPr>
          </w:pPr>
          <w:r w:rsidRPr="008178C1">
            <w:rPr>
              <w:b/>
              <w:sz w:val="14"/>
              <w:szCs w:val="14"/>
            </w:rPr>
            <w:t>Version</w:t>
          </w:r>
          <w:r>
            <w:rPr>
              <w:sz w:val="14"/>
              <w:szCs w:val="14"/>
            </w:rPr>
            <w:tab/>
          </w:r>
          <w:r w:rsidRPr="005F698F">
            <w:rPr>
              <w:sz w:val="14"/>
              <w:szCs w:val="14"/>
            </w:rPr>
            <w:t>x</w:t>
          </w:r>
        </w:p>
      </w:tc>
    </w:tr>
  </w:tbl>
  <w:p w14:paraId="08FE3094" w14:textId="77777777" w:rsidR="001B251F" w:rsidRDefault="001B251F" w:rsidP="005E6377">
    <w:pPr>
      <w:pStyle w:val="Kopfzeile"/>
    </w:pPr>
  </w:p>
  <w:p w14:paraId="1A9A5B96" w14:textId="77777777" w:rsidR="001B251F" w:rsidRPr="005E6377" w:rsidRDefault="001B251F" w:rsidP="005E637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C059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90743E"/>
    <w:multiLevelType w:val="hybridMultilevel"/>
    <w:tmpl w:val="77DE1AD2"/>
    <w:lvl w:ilvl="0" w:tplc="FFFFFFFF">
      <w:start w:val="1"/>
      <w:numFmt w:val="bullet"/>
      <w:lvlText w:val=""/>
      <w:lvlJc w:val="left"/>
      <w:pPr>
        <w:tabs>
          <w:tab w:val="num" w:pos="777"/>
        </w:tabs>
        <w:ind w:left="77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2" w15:restartNumberingAfterBreak="0">
    <w:nsid w:val="09937475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C217D0D"/>
    <w:multiLevelType w:val="hybridMultilevel"/>
    <w:tmpl w:val="76C0438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3E0187"/>
    <w:multiLevelType w:val="hybridMultilevel"/>
    <w:tmpl w:val="77207112"/>
    <w:lvl w:ilvl="0" w:tplc="FFFFFFFF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102896"/>
    <w:multiLevelType w:val="hybridMultilevel"/>
    <w:tmpl w:val="E330533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5C6BD4"/>
    <w:multiLevelType w:val="singleLevel"/>
    <w:tmpl w:val="69B8582A"/>
    <w:lvl w:ilvl="0">
      <w:numFmt w:val="bullet"/>
      <w:pStyle w:val="AufzhlungPunk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</w:abstractNum>
  <w:abstractNum w:abstractNumId="7" w15:restartNumberingAfterBreak="0">
    <w:nsid w:val="1DD52BE3"/>
    <w:multiLevelType w:val="hybridMultilevel"/>
    <w:tmpl w:val="CF323E9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D64179"/>
    <w:multiLevelType w:val="hybridMultilevel"/>
    <w:tmpl w:val="58B0E28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E12472"/>
    <w:multiLevelType w:val="hybridMultilevel"/>
    <w:tmpl w:val="A036CFE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63382F"/>
    <w:multiLevelType w:val="singleLevel"/>
    <w:tmpl w:val="2B888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1" w15:restartNumberingAfterBreak="0">
    <w:nsid w:val="27384DBB"/>
    <w:multiLevelType w:val="hybridMultilevel"/>
    <w:tmpl w:val="961E8D3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CE3EC7"/>
    <w:multiLevelType w:val="singleLevel"/>
    <w:tmpl w:val="CFEC4D26"/>
    <w:lvl w:ilvl="0">
      <w:start w:val="1"/>
      <w:numFmt w:val="decimal"/>
      <w:pStyle w:val="Nummerierung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sz w:val="18"/>
        <w:szCs w:val="18"/>
      </w:rPr>
    </w:lvl>
  </w:abstractNum>
  <w:abstractNum w:abstractNumId="13" w15:restartNumberingAfterBreak="0">
    <w:nsid w:val="33C121D9"/>
    <w:multiLevelType w:val="singleLevel"/>
    <w:tmpl w:val="FC0CE5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33D24BE8"/>
    <w:multiLevelType w:val="hybridMultilevel"/>
    <w:tmpl w:val="F1B077F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FA3465"/>
    <w:multiLevelType w:val="hybridMultilevel"/>
    <w:tmpl w:val="8982B52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8C52BDC"/>
    <w:multiLevelType w:val="hybridMultilevel"/>
    <w:tmpl w:val="DEE817C2"/>
    <w:lvl w:ilvl="0" w:tplc="FFFFFFFF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17" w15:restartNumberingAfterBreak="0">
    <w:nsid w:val="4BE01C63"/>
    <w:multiLevelType w:val="hybridMultilevel"/>
    <w:tmpl w:val="0B9C9D1E"/>
    <w:lvl w:ilvl="0" w:tplc="FFFFFFFF">
      <w:start w:val="1"/>
      <w:numFmt w:val="bullet"/>
      <w:lvlText w:val="-"/>
      <w:lvlJc w:val="left"/>
      <w:pPr>
        <w:tabs>
          <w:tab w:val="num" w:pos="2190"/>
        </w:tabs>
        <w:ind w:left="2190" w:hanging="360"/>
      </w:pPr>
      <w:rPr>
        <w:rFonts w:ascii="Times New Roman" w:eastAsia="Times New Roman" w:hAnsi="Times New Roman" w:cs="Times New Roman" w:hint="default"/>
        <w:b/>
      </w:rPr>
    </w:lvl>
    <w:lvl w:ilvl="1" w:tplc="FFFFFFFF" w:tentative="1">
      <w:start w:val="1"/>
      <w:numFmt w:val="bullet"/>
      <w:lvlText w:val="o"/>
      <w:lvlJc w:val="left"/>
      <w:pPr>
        <w:tabs>
          <w:tab w:val="num" w:pos="2910"/>
        </w:tabs>
        <w:ind w:left="291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630"/>
        </w:tabs>
        <w:ind w:left="363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350"/>
        </w:tabs>
        <w:ind w:left="435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070"/>
        </w:tabs>
        <w:ind w:left="507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790"/>
        </w:tabs>
        <w:ind w:left="579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510"/>
        </w:tabs>
        <w:ind w:left="651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230"/>
        </w:tabs>
        <w:ind w:left="723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950"/>
        </w:tabs>
        <w:ind w:left="7950" w:hanging="360"/>
      </w:pPr>
      <w:rPr>
        <w:rFonts w:ascii="Wingdings" w:hAnsi="Wingdings" w:hint="default"/>
      </w:rPr>
    </w:lvl>
  </w:abstractNum>
  <w:abstractNum w:abstractNumId="18" w15:restartNumberingAfterBreak="0">
    <w:nsid w:val="52596DDF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54C56183"/>
    <w:multiLevelType w:val="hybridMultilevel"/>
    <w:tmpl w:val="E9EE0DF2"/>
    <w:lvl w:ilvl="0" w:tplc="FFFFFFFF">
      <w:start w:val="2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814267"/>
    <w:multiLevelType w:val="singleLevel"/>
    <w:tmpl w:val="6E1CA342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24"/>
      </w:rPr>
    </w:lvl>
  </w:abstractNum>
  <w:abstractNum w:abstractNumId="21" w15:restartNumberingAfterBreak="0">
    <w:nsid w:val="611E777E"/>
    <w:multiLevelType w:val="hybridMultilevel"/>
    <w:tmpl w:val="D8BE7C06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 w15:restartNumberingAfterBreak="0">
    <w:nsid w:val="6213503D"/>
    <w:multiLevelType w:val="hybridMultilevel"/>
    <w:tmpl w:val="021C6B9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2B45E6B"/>
    <w:multiLevelType w:val="hybridMultilevel"/>
    <w:tmpl w:val="6900B78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>
      <w:start w:val="828"/>
      <w:numFmt w:val="decimal"/>
      <w:lvlText w:val="%2"/>
      <w:lvlJc w:val="left"/>
      <w:pPr>
        <w:tabs>
          <w:tab w:val="num" w:pos="1995"/>
        </w:tabs>
        <w:ind w:left="1995" w:hanging="555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656A7207"/>
    <w:multiLevelType w:val="hybridMultilevel"/>
    <w:tmpl w:val="8D6A87D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7210A5"/>
    <w:multiLevelType w:val="hybridMultilevel"/>
    <w:tmpl w:val="8DD6E1F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53708F6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7A0443D1"/>
    <w:multiLevelType w:val="hybridMultilevel"/>
    <w:tmpl w:val="8E666BA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A137301"/>
    <w:multiLevelType w:val="hybridMultilevel"/>
    <w:tmpl w:val="BD54C16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E0D05F9"/>
    <w:multiLevelType w:val="hybridMultilevel"/>
    <w:tmpl w:val="AE5A672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4"/>
  </w:num>
  <w:num w:numId="4">
    <w:abstractNumId w:val="21"/>
  </w:num>
  <w:num w:numId="5">
    <w:abstractNumId w:val="17"/>
  </w:num>
  <w:num w:numId="6">
    <w:abstractNumId w:val="3"/>
  </w:num>
  <w:num w:numId="7">
    <w:abstractNumId w:val="28"/>
  </w:num>
  <w:num w:numId="8">
    <w:abstractNumId w:val="29"/>
  </w:num>
  <w:num w:numId="9">
    <w:abstractNumId w:val="24"/>
  </w:num>
  <w:num w:numId="10">
    <w:abstractNumId w:val="7"/>
  </w:num>
  <w:num w:numId="11">
    <w:abstractNumId w:val="19"/>
  </w:num>
  <w:num w:numId="12">
    <w:abstractNumId w:val="11"/>
  </w:num>
  <w:num w:numId="13">
    <w:abstractNumId w:val="23"/>
  </w:num>
  <w:num w:numId="14">
    <w:abstractNumId w:val="27"/>
  </w:num>
  <w:num w:numId="15">
    <w:abstractNumId w:val="9"/>
  </w:num>
  <w:num w:numId="16">
    <w:abstractNumId w:val="8"/>
  </w:num>
  <w:num w:numId="17">
    <w:abstractNumId w:val="18"/>
  </w:num>
  <w:num w:numId="18">
    <w:abstractNumId w:val="26"/>
  </w:num>
  <w:num w:numId="19">
    <w:abstractNumId w:val="0"/>
  </w:num>
  <w:num w:numId="20">
    <w:abstractNumId w:val="20"/>
  </w:num>
  <w:num w:numId="21">
    <w:abstractNumId w:val="2"/>
  </w:num>
  <w:num w:numId="22">
    <w:abstractNumId w:val="10"/>
  </w:num>
  <w:num w:numId="23">
    <w:abstractNumId w:val="1"/>
  </w:num>
  <w:num w:numId="24">
    <w:abstractNumId w:val="16"/>
  </w:num>
  <w:num w:numId="25">
    <w:abstractNumId w:val="13"/>
  </w:num>
  <w:num w:numId="26">
    <w:abstractNumId w:val="25"/>
  </w:num>
  <w:num w:numId="27">
    <w:abstractNumId w:val="15"/>
  </w:num>
  <w:num w:numId="28">
    <w:abstractNumId w:val="5"/>
  </w:num>
  <w:num w:numId="29">
    <w:abstractNumId w:val="22"/>
  </w:num>
  <w:num w:numId="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70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643A"/>
    <w:rsid w:val="0000054E"/>
    <w:rsid w:val="0000179A"/>
    <w:rsid w:val="00010CE5"/>
    <w:rsid w:val="00020AA3"/>
    <w:rsid w:val="00021154"/>
    <w:rsid w:val="00026E5C"/>
    <w:rsid w:val="00030D39"/>
    <w:rsid w:val="00034129"/>
    <w:rsid w:val="00055EA3"/>
    <w:rsid w:val="00064978"/>
    <w:rsid w:val="000746E4"/>
    <w:rsid w:val="000844AA"/>
    <w:rsid w:val="00085A09"/>
    <w:rsid w:val="00085B58"/>
    <w:rsid w:val="00087F2C"/>
    <w:rsid w:val="000A27C1"/>
    <w:rsid w:val="000A4E3E"/>
    <w:rsid w:val="000A5EE7"/>
    <w:rsid w:val="000B42B0"/>
    <w:rsid w:val="000C025F"/>
    <w:rsid w:val="000C0366"/>
    <w:rsid w:val="000C42BE"/>
    <w:rsid w:val="000D372E"/>
    <w:rsid w:val="000F2D7A"/>
    <w:rsid w:val="000F7744"/>
    <w:rsid w:val="0011272B"/>
    <w:rsid w:val="00114709"/>
    <w:rsid w:val="00124162"/>
    <w:rsid w:val="00124B34"/>
    <w:rsid w:val="00126C10"/>
    <w:rsid w:val="00134369"/>
    <w:rsid w:val="00137811"/>
    <w:rsid w:val="001519DC"/>
    <w:rsid w:val="001562FD"/>
    <w:rsid w:val="0016075D"/>
    <w:rsid w:val="00162BA7"/>
    <w:rsid w:val="0016341D"/>
    <w:rsid w:val="001655FB"/>
    <w:rsid w:val="001679B1"/>
    <w:rsid w:val="00175A9C"/>
    <w:rsid w:val="00183140"/>
    <w:rsid w:val="00185D51"/>
    <w:rsid w:val="001928FA"/>
    <w:rsid w:val="001A42A2"/>
    <w:rsid w:val="001A44FA"/>
    <w:rsid w:val="001B251F"/>
    <w:rsid w:val="001B497E"/>
    <w:rsid w:val="001B4C41"/>
    <w:rsid w:val="001B7E4D"/>
    <w:rsid w:val="001C104E"/>
    <w:rsid w:val="001C3685"/>
    <w:rsid w:val="001C377E"/>
    <w:rsid w:val="001C7CEE"/>
    <w:rsid w:val="001D337A"/>
    <w:rsid w:val="001D5522"/>
    <w:rsid w:val="001D7394"/>
    <w:rsid w:val="001E3AC8"/>
    <w:rsid w:val="001E4253"/>
    <w:rsid w:val="001F55DA"/>
    <w:rsid w:val="00205F43"/>
    <w:rsid w:val="00207BD5"/>
    <w:rsid w:val="00213080"/>
    <w:rsid w:val="002149E5"/>
    <w:rsid w:val="002332E2"/>
    <w:rsid w:val="00234FDD"/>
    <w:rsid w:val="00235B79"/>
    <w:rsid w:val="002439B1"/>
    <w:rsid w:val="00254786"/>
    <w:rsid w:val="00255717"/>
    <w:rsid w:val="00257BB0"/>
    <w:rsid w:val="00257D3F"/>
    <w:rsid w:val="00266344"/>
    <w:rsid w:val="0028064E"/>
    <w:rsid w:val="00286868"/>
    <w:rsid w:val="00291281"/>
    <w:rsid w:val="002913F3"/>
    <w:rsid w:val="00294C4B"/>
    <w:rsid w:val="0029668D"/>
    <w:rsid w:val="002969F5"/>
    <w:rsid w:val="00296DBC"/>
    <w:rsid w:val="002B6674"/>
    <w:rsid w:val="002D41FD"/>
    <w:rsid w:val="002E6D9B"/>
    <w:rsid w:val="002F687A"/>
    <w:rsid w:val="002F77E8"/>
    <w:rsid w:val="00302165"/>
    <w:rsid w:val="0031311F"/>
    <w:rsid w:val="00321BBB"/>
    <w:rsid w:val="003244CD"/>
    <w:rsid w:val="00324EA5"/>
    <w:rsid w:val="0032753C"/>
    <w:rsid w:val="00331BC4"/>
    <w:rsid w:val="0033209E"/>
    <w:rsid w:val="00332662"/>
    <w:rsid w:val="003361AC"/>
    <w:rsid w:val="00337C87"/>
    <w:rsid w:val="00340C66"/>
    <w:rsid w:val="003424E9"/>
    <w:rsid w:val="003431FB"/>
    <w:rsid w:val="00345409"/>
    <w:rsid w:val="003518CB"/>
    <w:rsid w:val="0036489E"/>
    <w:rsid w:val="00370983"/>
    <w:rsid w:val="00373771"/>
    <w:rsid w:val="00376C30"/>
    <w:rsid w:val="00395A9B"/>
    <w:rsid w:val="003B1374"/>
    <w:rsid w:val="003B5071"/>
    <w:rsid w:val="003B5391"/>
    <w:rsid w:val="003B643A"/>
    <w:rsid w:val="003B6F2D"/>
    <w:rsid w:val="003C1C07"/>
    <w:rsid w:val="003C2CE4"/>
    <w:rsid w:val="003C37FC"/>
    <w:rsid w:val="003C5B9A"/>
    <w:rsid w:val="003D1777"/>
    <w:rsid w:val="003D7205"/>
    <w:rsid w:val="003D764B"/>
    <w:rsid w:val="003E11F7"/>
    <w:rsid w:val="003E6C0E"/>
    <w:rsid w:val="003F1654"/>
    <w:rsid w:val="003F5512"/>
    <w:rsid w:val="004016FE"/>
    <w:rsid w:val="00406DE0"/>
    <w:rsid w:val="00410BAC"/>
    <w:rsid w:val="00412B23"/>
    <w:rsid w:val="00412D07"/>
    <w:rsid w:val="00414845"/>
    <w:rsid w:val="00424424"/>
    <w:rsid w:val="00452402"/>
    <w:rsid w:val="00457C96"/>
    <w:rsid w:val="004667E5"/>
    <w:rsid w:val="0047077E"/>
    <w:rsid w:val="00474E3F"/>
    <w:rsid w:val="004807DD"/>
    <w:rsid w:val="00496443"/>
    <w:rsid w:val="004B0225"/>
    <w:rsid w:val="004B2E7F"/>
    <w:rsid w:val="004B32FA"/>
    <w:rsid w:val="004B401B"/>
    <w:rsid w:val="004B627B"/>
    <w:rsid w:val="004C6FA2"/>
    <w:rsid w:val="004C7F06"/>
    <w:rsid w:val="004E1372"/>
    <w:rsid w:val="004E34C0"/>
    <w:rsid w:val="004F3B18"/>
    <w:rsid w:val="00500383"/>
    <w:rsid w:val="005020F5"/>
    <w:rsid w:val="0050648E"/>
    <w:rsid w:val="00506A59"/>
    <w:rsid w:val="00514A5B"/>
    <w:rsid w:val="00522438"/>
    <w:rsid w:val="00532B45"/>
    <w:rsid w:val="005536C0"/>
    <w:rsid w:val="00556A81"/>
    <w:rsid w:val="005576E7"/>
    <w:rsid w:val="00557857"/>
    <w:rsid w:val="00561A85"/>
    <w:rsid w:val="005659FC"/>
    <w:rsid w:val="00572E26"/>
    <w:rsid w:val="00575A1A"/>
    <w:rsid w:val="00592530"/>
    <w:rsid w:val="005A06CA"/>
    <w:rsid w:val="005A21CF"/>
    <w:rsid w:val="005C4CDA"/>
    <w:rsid w:val="005C7FA7"/>
    <w:rsid w:val="005E2DC8"/>
    <w:rsid w:val="005E6377"/>
    <w:rsid w:val="00602F23"/>
    <w:rsid w:val="00604845"/>
    <w:rsid w:val="00605A38"/>
    <w:rsid w:val="00605DB4"/>
    <w:rsid w:val="00611DF9"/>
    <w:rsid w:val="00614F7C"/>
    <w:rsid w:val="00615E19"/>
    <w:rsid w:val="00623E70"/>
    <w:rsid w:val="00625303"/>
    <w:rsid w:val="006268F9"/>
    <w:rsid w:val="0062786F"/>
    <w:rsid w:val="0063107F"/>
    <w:rsid w:val="0063514C"/>
    <w:rsid w:val="006424DD"/>
    <w:rsid w:val="006470D6"/>
    <w:rsid w:val="006565AE"/>
    <w:rsid w:val="00663ECA"/>
    <w:rsid w:val="00663F81"/>
    <w:rsid w:val="00673C43"/>
    <w:rsid w:val="00675BA8"/>
    <w:rsid w:val="006820E5"/>
    <w:rsid w:val="00685BA3"/>
    <w:rsid w:val="006A0983"/>
    <w:rsid w:val="006A22D3"/>
    <w:rsid w:val="006B1974"/>
    <w:rsid w:val="006B3DA4"/>
    <w:rsid w:val="006B4022"/>
    <w:rsid w:val="006B5208"/>
    <w:rsid w:val="006C1A45"/>
    <w:rsid w:val="006D5978"/>
    <w:rsid w:val="007019C5"/>
    <w:rsid w:val="0071444B"/>
    <w:rsid w:val="00725522"/>
    <w:rsid w:val="007270F7"/>
    <w:rsid w:val="0073030A"/>
    <w:rsid w:val="007325AE"/>
    <w:rsid w:val="00736712"/>
    <w:rsid w:val="00743396"/>
    <w:rsid w:val="00751921"/>
    <w:rsid w:val="00754AAC"/>
    <w:rsid w:val="00762E68"/>
    <w:rsid w:val="00764FEA"/>
    <w:rsid w:val="00770947"/>
    <w:rsid w:val="00772E69"/>
    <w:rsid w:val="00773D18"/>
    <w:rsid w:val="00784C18"/>
    <w:rsid w:val="0079289B"/>
    <w:rsid w:val="00797E2E"/>
    <w:rsid w:val="007A0655"/>
    <w:rsid w:val="007A5858"/>
    <w:rsid w:val="007B06CB"/>
    <w:rsid w:val="007B2BD1"/>
    <w:rsid w:val="007B3A2D"/>
    <w:rsid w:val="007B4DE3"/>
    <w:rsid w:val="007C08A0"/>
    <w:rsid w:val="007C2A7F"/>
    <w:rsid w:val="007C503C"/>
    <w:rsid w:val="007E2ECE"/>
    <w:rsid w:val="007E744D"/>
    <w:rsid w:val="007F160F"/>
    <w:rsid w:val="007F26DD"/>
    <w:rsid w:val="007F4381"/>
    <w:rsid w:val="00800C4C"/>
    <w:rsid w:val="00813EE6"/>
    <w:rsid w:val="008237DA"/>
    <w:rsid w:val="00831178"/>
    <w:rsid w:val="00831EEF"/>
    <w:rsid w:val="00844D9E"/>
    <w:rsid w:val="00850968"/>
    <w:rsid w:val="00853C8B"/>
    <w:rsid w:val="00855220"/>
    <w:rsid w:val="00855894"/>
    <w:rsid w:val="00855A9B"/>
    <w:rsid w:val="00860AC4"/>
    <w:rsid w:val="00864761"/>
    <w:rsid w:val="00864AB5"/>
    <w:rsid w:val="00873973"/>
    <w:rsid w:val="00876D06"/>
    <w:rsid w:val="008814DD"/>
    <w:rsid w:val="00884CAB"/>
    <w:rsid w:val="00891C1E"/>
    <w:rsid w:val="00894170"/>
    <w:rsid w:val="008A6529"/>
    <w:rsid w:val="008B0A6C"/>
    <w:rsid w:val="008B249A"/>
    <w:rsid w:val="008B6BC9"/>
    <w:rsid w:val="008B7C77"/>
    <w:rsid w:val="008C2116"/>
    <w:rsid w:val="008E007E"/>
    <w:rsid w:val="008F0894"/>
    <w:rsid w:val="0091005A"/>
    <w:rsid w:val="00922E30"/>
    <w:rsid w:val="00933F93"/>
    <w:rsid w:val="00937275"/>
    <w:rsid w:val="009375B5"/>
    <w:rsid w:val="00943216"/>
    <w:rsid w:val="009552A3"/>
    <w:rsid w:val="009668DA"/>
    <w:rsid w:val="009770DF"/>
    <w:rsid w:val="00990A66"/>
    <w:rsid w:val="00991955"/>
    <w:rsid w:val="00994635"/>
    <w:rsid w:val="009B04F1"/>
    <w:rsid w:val="009B2D1F"/>
    <w:rsid w:val="009C7C40"/>
    <w:rsid w:val="009D584C"/>
    <w:rsid w:val="009D7396"/>
    <w:rsid w:val="009E76A7"/>
    <w:rsid w:val="009F3829"/>
    <w:rsid w:val="00A07AB2"/>
    <w:rsid w:val="00A13467"/>
    <w:rsid w:val="00A13BC6"/>
    <w:rsid w:val="00A21356"/>
    <w:rsid w:val="00A2172C"/>
    <w:rsid w:val="00A21B9D"/>
    <w:rsid w:val="00A27559"/>
    <w:rsid w:val="00A314A8"/>
    <w:rsid w:val="00A45C56"/>
    <w:rsid w:val="00A50423"/>
    <w:rsid w:val="00A7269D"/>
    <w:rsid w:val="00A727FF"/>
    <w:rsid w:val="00A9205E"/>
    <w:rsid w:val="00AB1DA6"/>
    <w:rsid w:val="00AB1F1F"/>
    <w:rsid w:val="00AC50E3"/>
    <w:rsid w:val="00AC6D2F"/>
    <w:rsid w:val="00AC75B0"/>
    <w:rsid w:val="00AD141A"/>
    <w:rsid w:val="00AD2709"/>
    <w:rsid w:val="00AD5C73"/>
    <w:rsid w:val="00AE67AE"/>
    <w:rsid w:val="00AF3148"/>
    <w:rsid w:val="00AF6672"/>
    <w:rsid w:val="00AF77FA"/>
    <w:rsid w:val="00AF79DA"/>
    <w:rsid w:val="00B31BB4"/>
    <w:rsid w:val="00B33995"/>
    <w:rsid w:val="00B37A36"/>
    <w:rsid w:val="00B54D18"/>
    <w:rsid w:val="00B7364A"/>
    <w:rsid w:val="00B8031E"/>
    <w:rsid w:val="00B82665"/>
    <w:rsid w:val="00B9768F"/>
    <w:rsid w:val="00BA0270"/>
    <w:rsid w:val="00BA0D3C"/>
    <w:rsid w:val="00BA5FC3"/>
    <w:rsid w:val="00BB00DE"/>
    <w:rsid w:val="00BB03B6"/>
    <w:rsid w:val="00BB14CE"/>
    <w:rsid w:val="00BB2220"/>
    <w:rsid w:val="00BC2596"/>
    <w:rsid w:val="00BC5470"/>
    <w:rsid w:val="00BD1944"/>
    <w:rsid w:val="00BE05F4"/>
    <w:rsid w:val="00BE09D6"/>
    <w:rsid w:val="00BF1031"/>
    <w:rsid w:val="00C0311E"/>
    <w:rsid w:val="00C17E7C"/>
    <w:rsid w:val="00C26CEF"/>
    <w:rsid w:val="00C56431"/>
    <w:rsid w:val="00C612EE"/>
    <w:rsid w:val="00C7198E"/>
    <w:rsid w:val="00C806E1"/>
    <w:rsid w:val="00C84F42"/>
    <w:rsid w:val="00C911F1"/>
    <w:rsid w:val="00C92F04"/>
    <w:rsid w:val="00CB0538"/>
    <w:rsid w:val="00CB3777"/>
    <w:rsid w:val="00CB6DB2"/>
    <w:rsid w:val="00CC61CC"/>
    <w:rsid w:val="00CD07F6"/>
    <w:rsid w:val="00CD2515"/>
    <w:rsid w:val="00CD26D6"/>
    <w:rsid w:val="00CE0408"/>
    <w:rsid w:val="00CE794E"/>
    <w:rsid w:val="00CF475F"/>
    <w:rsid w:val="00CF6858"/>
    <w:rsid w:val="00D0070D"/>
    <w:rsid w:val="00D06E02"/>
    <w:rsid w:val="00D102EE"/>
    <w:rsid w:val="00D333BD"/>
    <w:rsid w:val="00D43DB1"/>
    <w:rsid w:val="00D452DB"/>
    <w:rsid w:val="00D51A39"/>
    <w:rsid w:val="00D521FB"/>
    <w:rsid w:val="00D54085"/>
    <w:rsid w:val="00D623B2"/>
    <w:rsid w:val="00D65AF9"/>
    <w:rsid w:val="00D72C8E"/>
    <w:rsid w:val="00D83F23"/>
    <w:rsid w:val="00D877B1"/>
    <w:rsid w:val="00D9272B"/>
    <w:rsid w:val="00DA0A4C"/>
    <w:rsid w:val="00DA3630"/>
    <w:rsid w:val="00DA447E"/>
    <w:rsid w:val="00DB0B37"/>
    <w:rsid w:val="00DB1115"/>
    <w:rsid w:val="00DB6524"/>
    <w:rsid w:val="00DC3819"/>
    <w:rsid w:val="00DC4DCC"/>
    <w:rsid w:val="00DD1FFB"/>
    <w:rsid w:val="00DD550C"/>
    <w:rsid w:val="00DD77FF"/>
    <w:rsid w:val="00DF5025"/>
    <w:rsid w:val="00E06B74"/>
    <w:rsid w:val="00E14FBB"/>
    <w:rsid w:val="00E156E6"/>
    <w:rsid w:val="00E20C40"/>
    <w:rsid w:val="00E23939"/>
    <w:rsid w:val="00E314E7"/>
    <w:rsid w:val="00E42E11"/>
    <w:rsid w:val="00E44F88"/>
    <w:rsid w:val="00E53569"/>
    <w:rsid w:val="00E57F80"/>
    <w:rsid w:val="00E646E6"/>
    <w:rsid w:val="00E64BAA"/>
    <w:rsid w:val="00E7130D"/>
    <w:rsid w:val="00E71F34"/>
    <w:rsid w:val="00E72FBA"/>
    <w:rsid w:val="00E844CA"/>
    <w:rsid w:val="00E85071"/>
    <w:rsid w:val="00E86B17"/>
    <w:rsid w:val="00E925C1"/>
    <w:rsid w:val="00E936E3"/>
    <w:rsid w:val="00E973F4"/>
    <w:rsid w:val="00EA1ECD"/>
    <w:rsid w:val="00EA628A"/>
    <w:rsid w:val="00EC78DB"/>
    <w:rsid w:val="00ED5E94"/>
    <w:rsid w:val="00EF195A"/>
    <w:rsid w:val="00EF3A0B"/>
    <w:rsid w:val="00F0610D"/>
    <w:rsid w:val="00F1470F"/>
    <w:rsid w:val="00F37D51"/>
    <w:rsid w:val="00F42001"/>
    <w:rsid w:val="00F53E5C"/>
    <w:rsid w:val="00F54A8C"/>
    <w:rsid w:val="00F60D0A"/>
    <w:rsid w:val="00F6684D"/>
    <w:rsid w:val="00F71833"/>
    <w:rsid w:val="00F74F02"/>
    <w:rsid w:val="00F83968"/>
    <w:rsid w:val="00F87311"/>
    <w:rsid w:val="00FA289B"/>
    <w:rsid w:val="00FA5A8C"/>
    <w:rsid w:val="00FA74D8"/>
    <w:rsid w:val="00FB44B0"/>
    <w:rsid w:val="00FB76CA"/>
    <w:rsid w:val="00FC39CD"/>
    <w:rsid w:val="00FC63BF"/>
    <w:rsid w:val="00FD0F73"/>
    <w:rsid w:val="00FD7C14"/>
    <w:rsid w:val="00FE0B9B"/>
    <w:rsid w:val="00FE268F"/>
    <w:rsid w:val="00FE3850"/>
    <w:rsid w:val="00FE55E5"/>
    <w:rsid w:val="00FE5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87BB41"/>
  <w15:chartTrackingRefBased/>
  <w15:docId w15:val="{31C989C3-AD40-4897-B8F1-B96691850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C911F1"/>
    <w:pPr>
      <w:widowControl w:val="0"/>
      <w:spacing w:line="260" w:lineRule="exact"/>
    </w:pPr>
    <w:rPr>
      <w:rFonts w:ascii="Arial" w:hAnsi="Arial"/>
      <w:sz w:val="18"/>
    </w:rPr>
  </w:style>
  <w:style w:type="paragraph" w:styleId="berschrift1">
    <w:name w:val="heading 1"/>
    <w:basedOn w:val="Standard"/>
    <w:next w:val="Standard"/>
    <w:qFormat/>
    <w:rsid w:val="00C612EE"/>
    <w:pPr>
      <w:keepNext/>
      <w:outlineLvl w:val="0"/>
    </w:pPr>
    <w:rPr>
      <w:b/>
      <w:sz w:val="22"/>
    </w:rPr>
  </w:style>
  <w:style w:type="paragraph" w:styleId="berschrift2">
    <w:name w:val="heading 2"/>
    <w:basedOn w:val="Standard"/>
    <w:next w:val="Standard"/>
    <w:qFormat/>
    <w:rsid w:val="00C612EE"/>
    <w:pPr>
      <w:keepNext/>
      <w:outlineLvl w:val="1"/>
    </w:pPr>
    <w:rPr>
      <w:b/>
      <w:sz w:val="20"/>
    </w:rPr>
  </w:style>
  <w:style w:type="paragraph" w:styleId="berschrift3">
    <w:name w:val="heading 3"/>
    <w:basedOn w:val="Standard"/>
    <w:next w:val="Standard"/>
    <w:qFormat/>
    <w:rsid w:val="00C612EE"/>
    <w:pPr>
      <w:keepNext/>
      <w:tabs>
        <w:tab w:val="left" w:pos="360"/>
      </w:tabs>
      <w:ind w:left="357" w:hanging="357"/>
      <w:outlineLvl w:val="2"/>
    </w:pPr>
    <w:rPr>
      <w:b/>
    </w:rPr>
  </w:style>
  <w:style w:type="paragraph" w:styleId="berschrift4">
    <w:name w:val="heading 4"/>
    <w:basedOn w:val="Standard"/>
    <w:next w:val="Standard"/>
    <w:qFormat/>
    <w:rsid w:val="00C612EE"/>
    <w:pPr>
      <w:keepNext/>
      <w:tabs>
        <w:tab w:val="left" w:pos="397"/>
      </w:tabs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b/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zhlungPunkt">
    <w:name w:val="Aufzählung Punkt"/>
    <w:basedOn w:val="Standard"/>
    <w:link w:val="AufzhlungPunktZchn"/>
    <w:rsid w:val="00F83968"/>
    <w:pPr>
      <w:numPr>
        <w:numId w:val="1"/>
      </w:numPr>
      <w:tabs>
        <w:tab w:val="left" w:pos="227"/>
      </w:tabs>
    </w:pPr>
    <w:rPr>
      <w:szCs w:val="18"/>
    </w:rPr>
  </w:style>
  <w:style w:type="paragraph" w:styleId="Funotentext">
    <w:name w:val="footnote text"/>
    <w:basedOn w:val="Standard"/>
    <w:rsid w:val="003B1374"/>
    <w:rPr>
      <w:sz w:val="16"/>
    </w:rPr>
  </w:style>
  <w:style w:type="character" w:styleId="Funotenzeichen">
    <w:name w:val="footnote reference"/>
    <w:semiHidden/>
    <w:rPr>
      <w:rFonts w:ascii="Arial" w:hAnsi="Arial"/>
      <w:vertAlign w:val="superscript"/>
    </w:rPr>
  </w:style>
  <w:style w:type="paragraph" w:styleId="Fuzeile">
    <w:name w:val="footer"/>
    <w:basedOn w:val="Standard"/>
    <w:pPr>
      <w:tabs>
        <w:tab w:val="center" w:pos="4593"/>
        <w:tab w:val="right" w:pos="9185"/>
      </w:tabs>
    </w:pPr>
  </w:style>
  <w:style w:type="paragraph" w:styleId="Kopfzeile">
    <w:name w:val="header"/>
    <w:basedOn w:val="Standard"/>
    <w:pPr>
      <w:tabs>
        <w:tab w:val="center" w:pos="4593"/>
        <w:tab w:val="right" w:pos="9185"/>
      </w:tabs>
    </w:pPr>
  </w:style>
  <w:style w:type="paragraph" w:customStyle="1" w:styleId="Nummerierung">
    <w:name w:val="Nummerierung"/>
    <w:basedOn w:val="Standard"/>
    <w:rsid w:val="00E925C1"/>
    <w:pPr>
      <w:numPr>
        <w:numId w:val="2"/>
      </w:numPr>
      <w:spacing w:line="240" w:lineRule="auto"/>
    </w:pPr>
    <w:rPr>
      <w:color w:val="000000"/>
    </w:rPr>
  </w:style>
  <w:style w:type="character" w:styleId="Seitenzahl">
    <w:name w:val="page number"/>
    <w:rPr>
      <w:rFonts w:ascii="Arial" w:hAnsi="Arial"/>
    </w:rPr>
  </w:style>
  <w:style w:type="paragraph" w:customStyle="1" w:styleId="Tabelle">
    <w:name w:val="Tabelle"/>
    <w:basedOn w:val="Standard"/>
    <w:rsid w:val="00F83968"/>
    <w:pPr>
      <w:widowControl/>
    </w:pPr>
  </w:style>
  <w:style w:type="paragraph" w:customStyle="1" w:styleId="Tabellenkopf">
    <w:name w:val="Tabellenkopf"/>
    <w:basedOn w:val="Standard"/>
    <w:rsid w:val="00BC2596"/>
    <w:rPr>
      <w:b/>
    </w:rPr>
  </w:style>
  <w:style w:type="paragraph" w:styleId="Sprechblasentext">
    <w:name w:val="Balloon Text"/>
    <w:basedOn w:val="Standard"/>
    <w:semiHidden/>
    <w:rsid w:val="003B643A"/>
    <w:rPr>
      <w:rFonts w:ascii="Tahoma" w:hAnsi="Tahoma" w:cs="Tahoma"/>
      <w:sz w:val="16"/>
      <w:szCs w:val="16"/>
    </w:rPr>
  </w:style>
  <w:style w:type="paragraph" w:customStyle="1" w:styleId="Seiteoben">
    <w:name w:val="Seite oben"/>
    <w:basedOn w:val="Standard"/>
    <w:rsid w:val="00410BAC"/>
    <w:pPr>
      <w:tabs>
        <w:tab w:val="left" w:pos="1701"/>
        <w:tab w:val="left" w:pos="6804"/>
        <w:tab w:val="left" w:pos="7371"/>
      </w:tabs>
      <w:spacing w:line="180" w:lineRule="exact"/>
    </w:pPr>
    <w:rPr>
      <w:sz w:val="16"/>
      <w:szCs w:val="18"/>
    </w:rPr>
  </w:style>
  <w:style w:type="paragraph" w:customStyle="1" w:styleId="Ziel">
    <w:name w:val="Ziel"/>
    <w:basedOn w:val="Seiteoben"/>
    <w:rsid w:val="00C911F1"/>
    <w:pPr>
      <w:tabs>
        <w:tab w:val="clear" w:pos="1701"/>
        <w:tab w:val="left" w:pos="851"/>
      </w:tabs>
      <w:spacing w:line="240" w:lineRule="auto"/>
    </w:pPr>
  </w:style>
  <w:style w:type="character" w:customStyle="1" w:styleId="AufzhlungPunktZchn">
    <w:name w:val="Aufzählung Punkt Zchn"/>
    <w:link w:val="AufzhlungPunkt"/>
    <w:rsid w:val="004C6FA2"/>
    <w:rPr>
      <w:rFonts w:ascii="Arial" w:hAnsi="Arial"/>
      <w:sz w:val="18"/>
      <w:szCs w:val="18"/>
      <w:lang w:val="de-DE" w:eastAsia="de-DE" w:bidi="ar-SA"/>
    </w:rPr>
  </w:style>
  <w:style w:type="table" w:customStyle="1" w:styleId="Tabellengitternetz">
    <w:name w:val="Tabellengitternetz"/>
    <w:basedOn w:val="NormaleTabelle"/>
    <w:rsid w:val="00855A9B"/>
    <w:pPr>
      <w:widowControl w:val="0"/>
      <w:spacing w:line="2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ufzhlungPunktfrei">
    <w:name w:val="Aufzählung Punkt frei"/>
    <w:basedOn w:val="AufzhlungPunkt"/>
    <w:rsid w:val="003B1374"/>
    <w:pPr>
      <w:spacing w:line="240" w:lineRule="auto"/>
    </w:pPr>
  </w:style>
  <w:style w:type="paragraph" w:customStyle="1" w:styleId="Tabellefrei">
    <w:name w:val="Tabelle frei"/>
    <w:basedOn w:val="Tabelle"/>
    <w:rsid w:val="003B1374"/>
    <w:pPr>
      <w:spacing w:line="240" w:lineRule="auto"/>
    </w:pPr>
  </w:style>
  <w:style w:type="paragraph" w:styleId="Listenabsatz">
    <w:name w:val="List Paragraph"/>
    <w:basedOn w:val="Standard"/>
    <w:uiPriority w:val="34"/>
    <w:qFormat/>
    <w:rsid w:val="008941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QM-Handb&#252;cher\Gyn%20QMH\Dokumentvorlagen\VA-Vorlage%20V2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62A4A-AF36-4E99-BD79-AF6E83599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VA-Vorlage V2.dot</Template>
  <TotalTime>0</TotalTime>
  <Pages>2</Pages>
  <Words>163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Mojave Med</dc:creator>
  <cp:keywords/>
  <cp:lastModifiedBy>Nikolai Hoffmann</cp:lastModifiedBy>
  <cp:revision>7</cp:revision>
  <cp:lastPrinted>2018-05-08T05:47:00Z</cp:lastPrinted>
  <dcterms:created xsi:type="dcterms:W3CDTF">2020-05-14T08:05:00Z</dcterms:created>
  <dcterms:modified xsi:type="dcterms:W3CDTF">2021-04-22T10:01:00Z</dcterms:modified>
</cp:coreProperties>
</file>